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C5EF2" w14:textId="56C2EB6D" w:rsidR="00BC3336" w:rsidRPr="00DF389E" w:rsidRDefault="000018B7" w:rsidP="00177C8B">
      <w:pPr>
        <w:widowControl/>
        <w:kinsoku/>
        <w:autoSpaceDE w:val="0"/>
        <w:autoSpaceDN w:val="0"/>
        <w:adjustRightInd w:val="0"/>
        <w:spacing w:before="120" w:after="120"/>
        <w:jc w:val="center"/>
        <w:rPr>
          <w:b/>
          <w:bCs/>
          <w:color w:val="000000"/>
          <w:sz w:val="28"/>
          <w:szCs w:val="28"/>
        </w:rPr>
      </w:pPr>
      <w:r w:rsidRPr="00DF389E">
        <w:rPr>
          <w:b/>
          <w:bCs/>
          <w:color w:val="000000"/>
          <w:sz w:val="28"/>
          <w:szCs w:val="28"/>
        </w:rPr>
        <w:t xml:space="preserve">Request for </w:t>
      </w:r>
      <w:r w:rsidR="00451318" w:rsidRPr="00DF389E">
        <w:rPr>
          <w:b/>
          <w:bCs/>
          <w:color w:val="000000"/>
          <w:sz w:val="28"/>
          <w:szCs w:val="28"/>
        </w:rPr>
        <w:t xml:space="preserve">Redetermination </w:t>
      </w:r>
      <w:r w:rsidRPr="00DF389E">
        <w:rPr>
          <w:b/>
          <w:bCs/>
          <w:color w:val="000000"/>
          <w:sz w:val="28"/>
          <w:szCs w:val="28"/>
        </w:rPr>
        <w:t>of Medicare Prescription Drug Denial</w:t>
      </w:r>
    </w:p>
    <w:p w14:paraId="63B48F83" w14:textId="77777777" w:rsidR="00451318" w:rsidRDefault="00451318" w:rsidP="00451318">
      <w:pPr>
        <w:pStyle w:val="Body1"/>
        <w:rPr>
          <w:sz w:val="22"/>
          <w:szCs w:val="22"/>
        </w:rPr>
      </w:pPr>
    </w:p>
    <w:p w14:paraId="1D0EEB83" w14:textId="0EA5C3DD" w:rsidR="001F34ED" w:rsidRPr="00232AC3" w:rsidRDefault="00451318" w:rsidP="00451318">
      <w:pPr>
        <w:pStyle w:val="Body1"/>
        <w:rPr>
          <w:rFonts w:ascii="Times New Roman" w:hAnsi="Times New Roman" w:cs="Times New Roman"/>
          <w:sz w:val="24"/>
          <w:szCs w:val="24"/>
        </w:rPr>
      </w:pPr>
      <w:r w:rsidRPr="00232AC3">
        <w:rPr>
          <w:rFonts w:ascii="Times New Roman" w:hAnsi="Times New Roman" w:cs="Times New Roman"/>
          <w:sz w:val="24"/>
          <w:szCs w:val="24"/>
        </w:rPr>
        <w:t xml:space="preserve">[Part D plan sponsor] denied your request for </w:t>
      </w:r>
      <w:r w:rsidR="00925C30" w:rsidRPr="00232AC3">
        <w:rPr>
          <w:rFonts w:ascii="Times New Roman" w:hAnsi="Times New Roman" w:cs="Times New Roman"/>
          <w:sz w:val="24"/>
          <w:szCs w:val="24"/>
        </w:rPr>
        <w:t>coverage of (or payment for</w:t>
      </w:r>
      <w:r w:rsidR="003C0B5E" w:rsidRPr="00232AC3">
        <w:rPr>
          <w:rFonts w:ascii="Times New Roman" w:hAnsi="Times New Roman" w:cs="Times New Roman"/>
          <w:sz w:val="24"/>
          <w:szCs w:val="24"/>
        </w:rPr>
        <w:t>)</w:t>
      </w:r>
      <w:r w:rsidR="00925C30" w:rsidRPr="00232AC3">
        <w:rPr>
          <w:rFonts w:ascii="Times New Roman" w:hAnsi="Times New Roman" w:cs="Times New Roman"/>
          <w:sz w:val="24"/>
          <w:szCs w:val="24"/>
        </w:rPr>
        <w:t xml:space="preserve"> </w:t>
      </w:r>
      <w:r w:rsidRPr="00232AC3">
        <w:rPr>
          <w:rFonts w:ascii="Times New Roman" w:hAnsi="Times New Roman" w:cs="Times New Roman"/>
          <w:sz w:val="24"/>
          <w:szCs w:val="24"/>
        </w:rPr>
        <w:t xml:space="preserve">[name of prescription drug]. You have the right to ask us for a redetermination (appeal) of our decision. </w:t>
      </w:r>
      <w:r w:rsidR="001F34ED" w:rsidRPr="00232AC3">
        <w:rPr>
          <w:rFonts w:ascii="Times New Roman" w:hAnsi="Times New Roman" w:cs="Times New Roman"/>
          <w:b/>
          <w:bCs/>
          <w:sz w:val="24"/>
          <w:szCs w:val="24"/>
        </w:rPr>
        <w:t>Use this form to appeal this decision.</w:t>
      </w:r>
      <w:r w:rsidR="001F34ED" w:rsidRPr="00232A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552E18" w14:textId="77777777" w:rsidR="001F34ED" w:rsidRPr="00232AC3" w:rsidRDefault="001F34ED" w:rsidP="00451318">
      <w:pPr>
        <w:pStyle w:val="Body1"/>
        <w:rPr>
          <w:rFonts w:ascii="Times New Roman" w:hAnsi="Times New Roman" w:cs="Times New Roman"/>
          <w:sz w:val="24"/>
          <w:szCs w:val="24"/>
        </w:rPr>
      </w:pPr>
    </w:p>
    <w:p w14:paraId="57F11664" w14:textId="3E70E8A6" w:rsidR="001F34ED" w:rsidRPr="00232AC3" w:rsidRDefault="00451318" w:rsidP="007F155C">
      <w:pPr>
        <w:pStyle w:val="Body1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32AC3">
        <w:rPr>
          <w:rFonts w:ascii="Times New Roman" w:hAnsi="Times New Roman" w:cs="Times New Roman"/>
          <w:sz w:val="24"/>
          <w:szCs w:val="24"/>
        </w:rPr>
        <w:t xml:space="preserve">You </w:t>
      </w:r>
      <w:r w:rsidR="00B539ED">
        <w:rPr>
          <w:rFonts w:ascii="Times New Roman" w:hAnsi="Times New Roman" w:cs="Times New Roman"/>
          <w:sz w:val="24"/>
          <w:szCs w:val="24"/>
        </w:rPr>
        <w:t xml:space="preserve">may ask for an appeal </w:t>
      </w:r>
      <w:r w:rsidR="00886762">
        <w:rPr>
          <w:rFonts w:ascii="Times New Roman" w:hAnsi="Times New Roman" w:cs="Times New Roman"/>
          <w:sz w:val="24"/>
          <w:szCs w:val="24"/>
        </w:rPr>
        <w:t xml:space="preserve">within </w:t>
      </w:r>
      <w:r w:rsidR="00886762" w:rsidRPr="00232AC3">
        <w:rPr>
          <w:rFonts w:ascii="Times New Roman" w:hAnsi="Times New Roman" w:cs="Times New Roman"/>
          <w:sz w:val="24"/>
          <w:szCs w:val="24"/>
        </w:rPr>
        <w:t>65</w:t>
      </w:r>
      <w:r w:rsidRPr="00232AC3">
        <w:rPr>
          <w:rFonts w:ascii="Times New Roman" w:hAnsi="Times New Roman" w:cs="Times New Roman"/>
          <w:sz w:val="24"/>
          <w:szCs w:val="24"/>
        </w:rPr>
        <w:t xml:space="preserve"> days </w:t>
      </w:r>
      <w:r w:rsidR="00B539ED">
        <w:rPr>
          <w:rFonts w:ascii="Times New Roman" w:hAnsi="Times New Roman" w:cs="Times New Roman"/>
          <w:sz w:val="24"/>
          <w:szCs w:val="24"/>
        </w:rPr>
        <w:t xml:space="preserve">of </w:t>
      </w:r>
      <w:r w:rsidRPr="00232AC3">
        <w:rPr>
          <w:rFonts w:ascii="Times New Roman" w:hAnsi="Times New Roman" w:cs="Times New Roman"/>
          <w:sz w:val="24"/>
          <w:szCs w:val="24"/>
        </w:rPr>
        <w:t xml:space="preserve">the date of our Notice of Denial of Medicare Prescription Drug Coverage.  </w:t>
      </w:r>
      <w:r w:rsidRPr="00232AC3">
        <w:rPr>
          <w:rFonts w:ascii="Times New Roman" w:hAnsi="Times New Roman" w:cs="Times New Roman"/>
          <w:sz w:val="24"/>
          <w:szCs w:val="24"/>
        </w:rPr>
        <w:tab/>
      </w:r>
    </w:p>
    <w:p w14:paraId="4FE4A756" w14:textId="13298084" w:rsidR="00451318" w:rsidRPr="00232AC3" w:rsidRDefault="00451318" w:rsidP="007F155C">
      <w:pPr>
        <w:pStyle w:val="Body1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32AC3">
        <w:rPr>
          <w:rFonts w:ascii="Times New Roman" w:hAnsi="Times New Roman" w:cs="Times New Roman"/>
          <w:sz w:val="24"/>
          <w:szCs w:val="24"/>
        </w:rPr>
        <w:t xml:space="preserve">You </w:t>
      </w:r>
      <w:r w:rsidR="001F34ED" w:rsidRPr="00232AC3">
        <w:rPr>
          <w:rFonts w:ascii="Times New Roman" w:hAnsi="Times New Roman" w:cs="Times New Roman"/>
          <w:sz w:val="24"/>
          <w:szCs w:val="24"/>
        </w:rPr>
        <w:t xml:space="preserve">can </w:t>
      </w:r>
      <w:r w:rsidRPr="00232AC3">
        <w:rPr>
          <w:rFonts w:ascii="Times New Roman" w:hAnsi="Times New Roman" w:cs="Times New Roman"/>
          <w:sz w:val="24"/>
          <w:szCs w:val="24"/>
        </w:rPr>
        <w:t xml:space="preserve">also file an appeal through our website at [plan web address].  </w:t>
      </w:r>
    </w:p>
    <w:p w14:paraId="11F4811D" w14:textId="77777777" w:rsidR="00451318" w:rsidRPr="00232AC3" w:rsidRDefault="00451318" w:rsidP="007F155C">
      <w:pPr>
        <w:pStyle w:val="Body1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232AC3">
        <w:rPr>
          <w:rFonts w:ascii="Times New Roman" w:hAnsi="Times New Roman" w:cs="Times New Roman"/>
          <w:sz w:val="24"/>
          <w:szCs w:val="24"/>
        </w:rPr>
        <w:t>Expedited appeal requests can be made by phone at [plan telephone number].</w:t>
      </w:r>
    </w:p>
    <w:p w14:paraId="6C09EB1B" w14:textId="77777777" w:rsidR="00451318" w:rsidRPr="00232AC3" w:rsidRDefault="00451318" w:rsidP="00451318">
      <w:pPr>
        <w:pStyle w:val="Body1"/>
        <w:rPr>
          <w:rFonts w:ascii="Times New Roman" w:hAnsi="Times New Roman" w:cs="Times New Roman"/>
          <w:sz w:val="24"/>
          <w:szCs w:val="24"/>
        </w:rPr>
      </w:pPr>
    </w:p>
    <w:p w14:paraId="6CD3DCC9" w14:textId="4032AB35" w:rsidR="00466DF2" w:rsidRPr="00232AC3" w:rsidRDefault="00451318" w:rsidP="00451318">
      <w:pPr>
        <w:pStyle w:val="Body1"/>
        <w:rPr>
          <w:rFonts w:ascii="Times New Roman" w:hAnsi="Times New Roman" w:cs="Times New Roman"/>
          <w:sz w:val="24"/>
          <w:szCs w:val="24"/>
        </w:rPr>
      </w:pPr>
      <w:r w:rsidRPr="00232AC3">
        <w:rPr>
          <w:rFonts w:ascii="Times New Roman" w:hAnsi="Times New Roman" w:cs="Times New Roman"/>
          <w:sz w:val="24"/>
          <w:szCs w:val="24"/>
        </w:rPr>
        <w:t xml:space="preserve">Your prescriber </w:t>
      </w:r>
      <w:r w:rsidR="001F34ED" w:rsidRPr="00232AC3">
        <w:rPr>
          <w:rFonts w:ascii="Times New Roman" w:hAnsi="Times New Roman" w:cs="Times New Roman"/>
          <w:sz w:val="24"/>
          <w:szCs w:val="24"/>
        </w:rPr>
        <w:t xml:space="preserve">can </w:t>
      </w:r>
      <w:r w:rsidRPr="00232AC3">
        <w:rPr>
          <w:rFonts w:ascii="Times New Roman" w:hAnsi="Times New Roman" w:cs="Times New Roman"/>
          <w:sz w:val="24"/>
          <w:szCs w:val="24"/>
        </w:rPr>
        <w:t xml:space="preserve">ask for an appeal on your behalf. If you want another </w:t>
      </w:r>
      <w:r w:rsidR="001F34ED" w:rsidRPr="00232AC3">
        <w:rPr>
          <w:rFonts w:ascii="Times New Roman" w:hAnsi="Times New Roman" w:cs="Times New Roman"/>
          <w:sz w:val="24"/>
          <w:szCs w:val="24"/>
        </w:rPr>
        <w:t xml:space="preserve">person </w:t>
      </w:r>
      <w:r w:rsidRPr="00232AC3">
        <w:rPr>
          <w:rFonts w:ascii="Times New Roman" w:hAnsi="Times New Roman" w:cs="Times New Roman"/>
          <w:sz w:val="24"/>
          <w:szCs w:val="24"/>
        </w:rPr>
        <w:t>(</w:t>
      </w:r>
      <w:r w:rsidR="001F34ED" w:rsidRPr="00232AC3">
        <w:rPr>
          <w:rFonts w:ascii="Times New Roman" w:hAnsi="Times New Roman" w:cs="Times New Roman"/>
          <w:sz w:val="24"/>
          <w:szCs w:val="24"/>
        </w:rPr>
        <w:t>like</w:t>
      </w:r>
      <w:r w:rsidRPr="00232AC3">
        <w:rPr>
          <w:rFonts w:ascii="Times New Roman" w:hAnsi="Times New Roman" w:cs="Times New Roman"/>
          <w:sz w:val="24"/>
          <w:szCs w:val="24"/>
        </w:rPr>
        <w:t xml:space="preserve"> a family member or friend) to </w:t>
      </w:r>
      <w:r w:rsidR="001F34ED" w:rsidRPr="00232AC3">
        <w:rPr>
          <w:rFonts w:ascii="Times New Roman" w:hAnsi="Times New Roman" w:cs="Times New Roman"/>
          <w:sz w:val="24"/>
          <w:szCs w:val="24"/>
        </w:rPr>
        <w:t xml:space="preserve">file </w:t>
      </w:r>
      <w:r w:rsidRPr="00232AC3">
        <w:rPr>
          <w:rFonts w:ascii="Times New Roman" w:hAnsi="Times New Roman" w:cs="Times New Roman"/>
          <w:sz w:val="24"/>
          <w:szCs w:val="24"/>
        </w:rPr>
        <w:t xml:space="preserve">an appeal for you, that </w:t>
      </w:r>
      <w:r w:rsidR="001F34ED" w:rsidRPr="00232AC3">
        <w:rPr>
          <w:rFonts w:ascii="Times New Roman" w:hAnsi="Times New Roman" w:cs="Times New Roman"/>
          <w:sz w:val="24"/>
          <w:szCs w:val="24"/>
        </w:rPr>
        <w:t xml:space="preserve">person </w:t>
      </w:r>
      <w:r w:rsidRPr="00232AC3">
        <w:rPr>
          <w:rFonts w:ascii="Times New Roman" w:hAnsi="Times New Roman" w:cs="Times New Roman"/>
          <w:sz w:val="24"/>
          <w:szCs w:val="24"/>
        </w:rPr>
        <w:t xml:space="preserve">must be your representative. </w:t>
      </w:r>
      <w:r w:rsidR="001F34ED" w:rsidRPr="00232AC3">
        <w:rPr>
          <w:rFonts w:ascii="Times New Roman" w:hAnsi="Times New Roman" w:cs="Times New Roman"/>
          <w:sz w:val="24"/>
          <w:szCs w:val="24"/>
        </w:rPr>
        <w:t xml:space="preserve">Call </w:t>
      </w:r>
      <w:r w:rsidRPr="00232AC3">
        <w:rPr>
          <w:rFonts w:ascii="Times New Roman" w:hAnsi="Times New Roman" w:cs="Times New Roman"/>
          <w:sz w:val="24"/>
          <w:szCs w:val="24"/>
        </w:rPr>
        <w:t xml:space="preserve">us </w:t>
      </w:r>
      <w:r w:rsidR="001F34ED" w:rsidRPr="00232AC3">
        <w:rPr>
          <w:rFonts w:ascii="Times New Roman" w:hAnsi="Times New Roman" w:cs="Times New Roman"/>
          <w:sz w:val="24"/>
          <w:szCs w:val="24"/>
        </w:rPr>
        <w:t xml:space="preserve">at [plan telephone number] </w:t>
      </w:r>
      <w:r w:rsidRPr="00232AC3">
        <w:rPr>
          <w:rFonts w:ascii="Times New Roman" w:hAnsi="Times New Roman" w:cs="Times New Roman"/>
          <w:sz w:val="24"/>
          <w:szCs w:val="24"/>
        </w:rPr>
        <w:t>to learn how to name a representative.</w:t>
      </w:r>
    </w:p>
    <w:p w14:paraId="19740594" w14:textId="610801F3" w:rsidR="009822F6" w:rsidRPr="00232AC3" w:rsidRDefault="0076047D" w:rsidP="00177C8B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240" w:after="120"/>
        <w:ind w:right="274"/>
        <w:rPr>
          <w:b/>
          <w:bCs/>
          <w:color w:val="000000"/>
        </w:rPr>
      </w:pPr>
      <w:r w:rsidRPr="00232AC3">
        <w:rPr>
          <w:b/>
          <w:bCs/>
          <w:color w:val="000000"/>
        </w:rPr>
        <w:t>Plan e</w:t>
      </w:r>
      <w:r w:rsidR="009822F6" w:rsidRPr="00232AC3">
        <w:rPr>
          <w:b/>
          <w:bCs/>
          <w:color w:val="000000"/>
        </w:rPr>
        <w:t xml:space="preserve">nrollee </w:t>
      </w:r>
      <w:r w:rsidRPr="00232AC3">
        <w:rPr>
          <w:b/>
          <w:bCs/>
          <w:color w:val="000000"/>
        </w:rPr>
        <w:t>i</w:t>
      </w:r>
      <w:r w:rsidR="009822F6" w:rsidRPr="00232AC3">
        <w:rPr>
          <w:b/>
          <w:bCs/>
          <w:color w:val="000000"/>
        </w:rPr>
        <w:t>nformation</w:t>
      </w:r>
    </w:p>
    <w:p w14:paraId="1306B4F1" w14:textId="742841CA" w:rsidR="006045E1" w:rsidRPr="00232AC3" w:rsidRDefault="006045E1" w:rsidP="001F34ED">
      <w:pPr>
        <w:widowControl/>
        <w:tabs>
          <w:tab w:val="right" w:leader="underscore" w:pos="1053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232AC3">
        <w:rPr>
          <w:color w:val="000000"/>
        </w:rPr>
        <w:t xml:space="preserve">Enrollee </w:t>
      </w:r>
      <w:r w:rsidR="0076047D" w:rsidRPr="00232AC3">
        <w:rPr>
          <w:color w:val="000000"/>
        </w:rPr>
        <w:t>n</w:t>
      </w:r>
      <w:r w:rsidRPr="00232AC3">
        <w:rPr>
          <w:color w:val="000000"/>
        </w:rPr>
        <w:t>ame</w:t>
      </w:r>
      <w:r w:rsidR="00FE276B" w:rsidRPr="00232AC3">
        <w:rPr>
          <w:color w:val="000000"/>
        </w:rPr>
        <w:t xml:space="preserve">: </w:t>
      </w:r>
      <w:r w:rsidR="009C7EB5" w:rsidRPr="00232AC3">
        <w:rPr>
          <w:color w:val="000000"/>
        </w:rPr>
        <w:tab/>
      </w:r>
      <w:r w:rsidR="0076047D" w:rsidRPr="00232AC3">
        <w:rPr>
          <w:color w:val="000000"/>
        </w:rPr>
        <w:tab/>
      </w:r>
    </w:p>
    <w:p w14:paraId="62C1F71B" w14:textId="2127789E" w:rsidR="0076047D" w:rsidRPr="00232AC3" w:rsidRDefault="00451318" w:rsidP="001F34ED">
      <w:pPr>
        <w:widowControl/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232AC3">
        <w:rPr>
          <w:color w:val="000000"/>
        </w:rPr>
        <w:t>Member ID</w:t>
      </w:r>
      <w:r w:rsidR="0076047D" w:rsidRPr="00232AC3">
        <w:rPr>
          <w:color w:val="000000"/>
        </w:rPr>
        <w:t xml:space="preserve"> Number:</w:t>
      </w:r>
      <w:r w:rsidR="00F260AE" w:rsidRPr="00232AC3">
        <w:rPr>
          <w:color w:val="000000"/>
        </w:rPr>
        <w:t>_____________</w:t>
      </w:r>
      <w:r w:rsidR="001F34ED" w:rsidRPr="00232AC3">
        <w:rPr>
          <w:color w:val="000000"/>
        </w:rPr>
        <w:t>___________</w:t>
      </w:r>
      <w:r w:rsidR="00F260AE" w:rsidRPr="00232AC3">
        <w:rPr>
          <w:color w:val="000000"/>
        </w:rPr>
        <w:t xml:space="preserve"> Date of birth (MM/DD/YYYY): __</w:t>
      </w:r>
      <w:r w:rsidR="001F34ED" w:rsidRPr="00232AC3">
        <w:rPr>
          <w:color w:val="000000"/>
        </w:rPr>
        <w:t>_</w:t>
      </w:r>
      <w:r w:rsidR="00F260AE" w:rsidRPr="00232AC3">
        <w:rPr>
          <w:color w:val="000000"/>
        </w:rPr>
        <w:t>_________________</w:t>
      </w:r>
    </w:p>
    <w:p w14:paraId="0358418B" w14:textId="58F5C06B" w:rsidR="006045E1" w:rsidRPr="00232AC3" w:rsidRDefault="00BC32E9" w:rsidP="001F34ED">
      <w:pPr>
        <w:widowControl/>
        <w:tabs>
          <w:tab w:val="right" w:leader="underscore" w:pos="1053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232AC3">
        <w:rPr>
          <w:color w:val="000000"/>
        </w:rPr>
        <w:t xml:space="preserve">Mailing </w:t>
      </w:r>
      <w:r w:rsidR="0076047D" w:rsidRPr="00232AC3">
        <w:rPr>
          <w:color w:val="000000"/>
        </w:rPr>
        <w:t>a</w:t>
      </w:r>
      <w:r w:rsidR="006045E1" w:rsidRPr="00232AC3">
        <w:rPr>
          <w:color w:val="000000"/>
        </w:rPr>
        <w:t xml:space="preserve">ddress: </w:t>
      </w:r>
      <w:r w:rsidR="0076047D" w:rsidRPr="00232AC3">
        <w:rPr>
          <w:color w:val="000000"/>
        </w:rPr>
        <w:tab/>
      </w:r>
    </w:p>
    <w:p w14:paraId="6BD7299D" w14:textId="48447680" w:rsidR="006045E1" w:rsidRPr="00232AC3" w:rsidRDefault="006045E1" w:rsidP="001F34ED">
      <w:pPr>
        <w:widowControl/>
        <w:tabs>
          <w:tab w:val="right" w:leader="underscore" w:pos="1053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232AC3">
        <w:rPr>
          <w:color w:val="000000"/>
        </w:rPr>
        <w:t xml:space="preserve">City, State, </w:t>
      </w:r>
      <w:r w:rsidR="0076047D" w:rsidRPr="00232AC3">
        <w:rPr>
          <w:color w:val="000000"/>
        </w:rPr>
        <w:t xml:space="preserve">ZIP </w:t>
      </w:r>
      <w:r w:rsidRPr="00232AC3">
        <w:rPr>
          <w:color w:val="000000"/>
        </w:rPr>
        <w:t xml:space="preserve">code: </w:t>
      </w:r>
      <w:r w:rsidR="0076047D" w:rsidRPr="00232AC3">
        <w:rPr>
          <w:color w:val="000000"/>
        </w:rPr>
        <w:tab/>
      </w:r>
    </w:p>
    <w:p w14:paraId="43095716" w14:textId="72F8618F" w:rsidR="00177C8B" w:rsidRPr="00232AC3" w:rsidRDefault="006045E1" w:rsidP="001F34ED">
      <w:pPr>
        <w:tabs>
          <w:tab w:val="right" w:leader="underscore" w:pos="10530"/>
        </w:tabs>
        <w:spacing w:before="120" w:after="120"/>
        <w:rPr>
          <w:color w:val="000000"/>
        </w:rPr>
      </w:pPr>
      <w:r w:rsidRPr="00232AC3">
        <w:rPr>
          <w:color w:val="000000"/>
        </w:rPr>
        <w:t xml:space="preserve">Phone: </w:t>
      </w:r>
      <w:r w:rsidR="0076047D" w:rsidRPr="00232AC3">
        <w:rPr>
          <w:color w:val="000000"/>
        </w:rPr>
        <w:tab/>
      </w:r>
    </w:p>
    <w:p w14:paraId="432D2D10" w14:textId="77777777" w:rsidR="00177C8B" w:rsidRPr="00232AC3" w:rsidRDefault="00177C8B" w:rsidP="0008013A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360" w:after="120"/>
        <w:ind w:right="274"/>
        <w:rPr>
          <w:b/>
          <w:bCs/>
          <w:color w:val="000000"/>
        </w:rPr>
      </w:pPr>
      <w:r w:rsidRPr="00232AC3">
        <w:rPr>
          <w:b/>
          <w:bCs/>
          <w:color w:val="000000"/>
        </w:rPr>
        <w:t>Prescription &amp; prescriber information</w:t>
      </w:r>
    </w:p>
    <w:p w14:paraId="7217587D" w14:textId="4A4A7B7D" w:rsidR="001F34ED" w:rsidRPr="00232AC3" w:rsidRDefault="00451318" w:rsidP="00486A76">
      <w:pPr>
        <w:tabs>
          <w:tab w:val="right" w:leader="underscore" w:pos="10530"/>
        </w:tabs>
        <w:spacing w:before="120" w:after="120"/>
        <w:rPr>
          <w:spacing w:val="-4"/>
          <w:w w:val="105"/>
        </w:rPr>
      </w:pPr>
      <w:r w:rsidRPr="00232AC3">
        <w:rPr>
          <w:spacing w:val="-4"/>
          <w:w w:val="105"/>
        </w:rPr>
        <w:t>Name of drug</w:t>
      </w:r>
      <w:r w:rsidR="00466DF2" w:rsidRPr="00232AC3">
        <w:rPr>
          <w:spacing w:val="-4"/>
          <w:w w:val="105"/>
        </w:rPr>
        <w:t xml:space="preserve"> you asked for</w:t>
      </w:r>
      <w:r w:rsidRPr="00232AC3">
        <w:rPr>
          <w:spacing w:val="-4"/>
          <w:w w:val="105"/>
        </w:rPr>
        <w:t>:</w:t>
      </w:r>
      <w:r w:rsidR="001F34ED" w:rsidRPr="00232AC3">
        <w:rPr>
          <w:spacing w:val="-4"/>
          <w:w w:val="105"/>
        </w:rPr>
        <w:tab/>
      </w:r>
      <w:r w:rsidRPr="00232AC3">
        <w:rPr>
          <w:spacing w:val="-4"/>
          <w:w w:val="105"/>
        </w:rPr>
        <w:t xml:space="preserve">  </w:t>
      </w:r>
    </w:p>
    <w:p w14:paraId="2C5E1D2C" w14:textId="1E7673B8" w:rsidR="00451318" w:rsidRPr="00232AC3" w:rsidRDefault="00451318" w:rsidP="00486A76">
      <w:pPr>
        <w:tabs>
          <w:tab w:val="right" w:leader="underscore" w:pos="10530"/>
        </w:tabs>
        <w:spacing w:before="120" w:after="120"/>
        <w:rPr>
          <w:spacing w:val="-4"/>
          <w:w w:val="105"/>
        </w:rPr>
      </w:pPr>
      <w:r w:rsidRPr="00232AC3">
        <w:rPr>
          <w:spacing w:val="-4"/>
          <w:w w:val="105"/>
        </w:rPr>
        <w:t>Strength/quantity/dose:</w:t>
      </w:r>
      <w:r w:rsidR="001F34ED" w:rsidRPr="00232AC3">
        <w:rPr>
          <w:spacing w:val="-4"/>
          <w:w w:val="105"/>
        </w:rPr>
        <w:tab/>
      </w:r>
      <w:r w:rsidRPr="00232AC3">
        <w:rPr>
          <w:spacing w:val="-4"/>
          <w:w w:val="105"/>
        </w:rPr>
        <w:t xml:space="preserve">   </w:t>
      </w:r>
    </w:p>
    <w:p w14:paraId="58DF7E30" w14:textId="70D78399" w:rsidR="00177C8B" w:rsidRPr="00232AC3" w:rsidRDefault="00177C8B" w:rsidP="00486A76">
      <w:pPr>
        <w:widowControl/>
        <w:tabs>
          <w:tab w:val="right" w:leader="underscore" w:pos="1053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232AC3">
        <w:rPr>
          <w:color w:val="000000"/>
        </w:rPr>
        <w:t>Prescriber name:</w:t>
      </w:r>
      <w:r w:rsidRPr="00232AC3">
        <w:rPr>
          <w:color w:val="000000"/>
        </w:rPr>
        <w:tab/>
        <w:t xml:space="preserve"> </w:t>
      </w:r>
    </w:p>
    <w:p w14:paraId="10F8E0B7" w14:textId="497393AD" w:rsidR="00177C8B" w:rsidRPr="00232AC3" w:rsidRDefault="00177C8B" w:rsidP="00486A76">
      <w:pPr>
        <w:widowControl/>
        <w:tabs>
          <w:tab w:val="right" w:leader="underscore" w:pos="1053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232AC3">
        <w:rPr>
          <w:color w:val="000000"/>
        </w:rPr>
        <w:t xml:space="preserve">Office address: </w:t>
      </w:r>
      <w:r w:rsidRPr="00232AC3">
        <w:rPr>
          <w:color w:val="000000"/>
        </w:rPr>
        <w:tab/>
      </w:r>
    </w:p>
    <w:p w14:paraId="36D187D3" w14:textId="63686751" w:rsidR="00177C8B" w:rsidRPr="00232AC3" w:rsidRDefault="00177C8B" w:rsidP="00486A76">
      <w:pPr>
        <w:widowControl/>
        <w:tabs>
          <w:tab w:val="right" w:leader="underscore" w:pos="1053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232AC3">
        <w:rPr>
          <w:color w:val="000000"/>
        </w:rPr>
        <w:t xml:space="preserve">City, State, ZIP code: </w:t>
      </w:r>
      <w:r w:rsidRPr="00232AC3">
        <w:rPr>
          <w:color w:val="000000"/>
        </w:rPr>
        <w:tab/>
      </w:r>
    </w:p>
    <w:p w14:paraId="1F547E19" w14:textId="7450C16E" w:rsidR="00177C8B" w:rsidRPr="00232AC3" w:rsidRDefault="00177C8B" w:rsidP="00486A76">
      <w:pPr>
        <w:widowControl/>
        <w:tabs>
          <w:tab w:val="right" w:leader="underscore" w:pos="1053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232AC3">
        <w:rPr>
          <w:color w:val="000000"/>
        </w:rPr>
        <w:t>Office phone:________________________________ Office fax:__________________________________</w:t>
      </w:r>
    </w:p>
    <w:p w14:paraId="456CA967" w14:textId="6DCF695A" w:rsidR="009F7511" w:rsidRPr="00232AC3" w:rsidRDefault="00177C8B" w:rsidP="00486A76">
      <w:pPr>
        <w:widowControl/>
        <w:tabs>
          <w:tab w:val="right" w:leader="underscore" w:pos="1053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232AC3">
        <w:rPr>
          <w:color w:val="000000"/>
        </w:rPr>
        <w:t>Office contact person:</w:t>
      </w:r>
      <w:r w:rsidRPr="00232AC3">
        <w:rPr>
          <w:color w:val="000000"/>
        </w:rPr>
        <w:tab/>
      </w:r>
    </w:p>
    <w:p w14:paraId="338C1C53" w14:textId="77777777" w:rsidR="00B539ED" w:rsidRDefault="00B539ED" w:rsidP="00486A76">
      <w:pPr>
        <w:tabs>
          <w:tab w:val="right" w:leader="underscore" w:pos="10530"/>
        </w:tabs>
        <w:spacing w:before="120" w:after="120"/>
        <w:rPr>
          <w:spacing w:val="-4"/>
          <w:w w:val="105"/>
        </w:rPr>
      </w:pPr>
    </w:p>
    <w:p w14:paraId="5E726807" w14:textId="38C33319" w:rsidR="00466DF2" w:rsidRPr="00232AC3" w:rsidRDefault="00466DF2" w:rsidP="00486A76">
      <w:pPr>
        <w:tabs>
          <w:tab w:val="right" w:leader="underscore" w:pos="10530"/>
        </w:tabs>
        <w:spacing w:before="120" w:after="120"/>
        <w:rPr>
          <w:spacing w:val="-4"/>
          <w:w w:val="105"/>
        </w:rPr>
      </w:pPr>
      <w:r w:rsidRPr="00232AC3">
        <w:rPr>
          <w:spacing w:val="-4"/>
          <w:w w:val="105"/>
        </w:rPr>
        <w:t xml:space="preserve">Did you already purchase this drug?   </w:t>
      </w:r>
      <w:r w:rsidRPr="00232AC3">
        <w:rPr>
          <w:spacing w:val="-6"/>
          <w:w w:val="105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2AC3">
        <w:rPr>
          <w:spacing w:val="-6"/>
          <w:w w:val="105"/>
        </w:rPr>
        <w:instrText xml:space="preserve"> FORMCHECKBOX </w:instrText>
      </w:r>
      <w:r w:rsidRPr="00232AC3">
        <w:rPr>
          <w:spacing w:val="-6"/>
          <w:w w:val="105"/>
        </w:rPr>
      </w:r>
      <w:r w:rsidRPr="00232AC3">
        <w:rPr>
          <w:spacing w:val="-6"/>
          <w:w w:val="105"/>
        </w:rPr>
        <w:fldChar w:fldCharType="separate"/>
      </w:r>
      <w:r w:rsidRPr="00232AC3">
        <w:rPr>
          <w:spacing w:val="-6"/>
          <w:w w:val="105"/>
        </w:rPr>
        <w:fldChar w:fldCharType="end"/>
      </w:r>
      <w:r w:rsidRPr="00232AC3">
        <w:rPr>
          <w:spacing w:val="-6"/>
          <w:w w:val="105"/>
        </w:rPr>
        <w:t xml:space="preserve"> </w:t>
      </w:r>
      <w:r w:rsidRPr="00232AC3">
        <w:rPr>
          <w:spacing w:val="-4"/>
          <w:w w:val="105"/>
        </w:rPr>
        <w:t xml:space="preserve">Yes    </w:t>
      </w:r>
      <w:r w:rsidRPr="00232AC3">
        <w:rPr>
          <w:spacing w:val="-6"/>
          <w:w w:val="105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2AC3">
        <w:rPr>
          <w:spacing w:val="-6"/>
          <w:w w:val="105"/>
        </w:rPr>
        <w:instrText xml:space="preserve"> FORMCHECKBOX </w:instrText>
      </w:r>
      <w:r w:rsidRPr="00232AC3">
        <w:rPr>
          <w:spacing w:val="-6"/>
          <w:w w:val="105"/>
        </w:rPr>
      </w:r>
      <w:r w:rsidRPr="00232AC3">
        <w:rPr>
          <w:spacing w:val="-6"/>
          <w:w w:val="105"/>
        </w:rPr>
        <w:fldChar w:fldCharType="separate"/>
      </w:r>
      <w:r w:rsidRPr="00232AC3">
        <w:rPr>
          <w:spacing w:val="-6"/>
          <w:w w:val="105"/>
        </w:rPr>
        <w:fldChar w:fldCharType="end"/>
      </w:r>
      <w:r w:rsidRPr="00232AC3">
        <w:rPr>
          <w:spacing w:val="-6"/>
          <w:w w:val="105"/>
        </w:rPr>
        <w:t xml:space="preserve"> </w:t>
      </w:r>
      <w:r w:rsidRPr="00232AC3">
        <w:rPr>
          <w:spacing w:val="-4"/>
          <w:w w:val="105"/>
        </w:rPr>
        <w:t>No</w:t>
      </w:r>
    </w:p>
    <w:p w14:paraId="660DBE0A" w14:textId="4D82E821" w:rsidR="00466DF2" w:rsidRPr="00232AC3" w:rsidRDefault="00466DF2" w:rsidP="00486A76">
      <w:pPr>
        <w:tabs>
          <w:tab w:val="right" w:leader="underscore" w:pos="10530"/>
        </w:tabs>
        <w:spacing w:before="120" w:after="120"/>
        <w:rPr>
          <w:spacing w:val="-4"/>
          <w:w w:val="105"/>
        </w:rPr>
      </w:pPr>
      <w:r w:rsidRPr="00232AC3">
        <w:rPr>
          <w:spacing w:val="-4"/>
          <w:w w:val="105"/>
        </w:rPr>
        <w:t>If YES:</w:t>
      </w:r>
    </w:p>
    <w:p w14:paraId="38407C3F" w14:textId="2AF72466" w:rsidR="00466DF2" w:rsidRPr="00232AC3" w:rsidRDefault="00466DF2" w:rsidP="00486A76">
      <w:pPr>
        <w:spacing w:before="120" w:after="120"/>
        <w:rPr>
          <w:spacing w:val="-4"/>
          <w:w w:val="105"/>
        </w:rPr>
      </w:pPr>
      <w:r w:rsidRPr="00232AC3">
        <w:rPr>
          <w:spacing w:val="-4"/>
          <w:w w:val="105"/>
        </w:rPr>
        <w:t xml:space="preserve">Date purchased:__________________________  Amount paid:________________ (attach copy of receipt)        </w:t>
      </w:r>
    </w:p>
    <w:p w14:paraId="667DB41A" w14:textId="0A6067CD" w:rsidR="00466DF2" w:rsidRPr="00232AC3" w:rsidRDefault="00466DF2" w:rsidP="007F155C">
      <w:pPr>
        <w:tabs>
          <w:tab w:val="right" w:leader="underscore" w:pos="10530"/>
        </w:tabs>
        <w:spacing w:before="120" w:after="120"/>
        <w:rPr>
          <w:spacing w:val="-4"/>
          <w:w w:val="105"/>
        </w:rPr>
      </w:pPr>
      <w:r w:rsidRPr="00232AC3">
        <w:rPr>
          <w:spacing w:val="-4"/>
          <w:w w:val="105"/>
        </w:rPr>
        <w:t>Pharmacy name:</w:t>
      </w:r>
      <w:r w:rsidRPr="00232AC3">
        <w:rPr>
          <w:spacing w:val="-4"/>
          <w:w w:val="105"/>
        </w:rPr>
        <w:tab/>
        <w:t xml:space="preserve"> </w:t>
      </w:r>
    </w:p>
    <w:p w14:paraId="1CEB44F8" w14:textId="63B6BD3F" w:rsidR="00466DF2" w:rsidRPr="00232AC3" w:rsidRDefault="00466DF2" w:rsidP="007F155C">
      <w:pPr>
        <w:tabs>
          <w:tab w:val="right" w:leader="underscore" w:pos="10530"/>
        </w:tabs>
        <w:spacing w:before="120" w:after="120"/>
        <w:rPr>
          <w:spacing w:val="-4"/>
          <w:w w:val="105"/>
        </w:rPr>
      </w:pPr>
      <w:r w:rsidRPr="00232AC3">
        <w:rPr>
          <w:spacing w:val="-4"/>
          <w:w w:val="105"/>
        </w:rPr>
        <w:t>Pharmacy phone number:</w:t>
      </w:r>
      <w:r w:rsidRPr="00232AC3">
        <w:rPr>
          <w:spacing w:val="-4"/>
          <w:w w:val="105"/>
        </w:rPr>
        <w:tab/>
      </w:r>
    </w:p>
    <w:p w14:paraId="1CCB4900" w14:textId="77777777" w:rsidR="00466DF2" w:rsidRPr="00232AC3" w:rsidRDefault="00466DF2" w:rsidP="001F34ED">
      <w:pPr>
        <w:widowControl/>
        <w:tabs>
          <w:tab w:val="right" w:leader="underscore" w:pos="1053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</w:p>
    <w:p w14:paraId="47680FFE" w14:textId="77777777" w:rsidR="00466DF2" w:rsidRPr="00232AC3" w:rsidRDefault="00466DF2">
      <w:pPr>
        <w:widowControl/>
        <w:kinsoku/>
        <w:rPr>
          <w:b/>
          <w:bCs/>
          <w:color w:val="000000"/>
        </w:rPr>
      </w:pPr>
      <w:r w:rsidRPr="00232AC3">
        <w:rPr>
          <w:b/>
          <w:bCs/>
          <w:color w:val="000000"/>
        </w:rPr>
        <w:br w:type="page"/>
      </w:r>
    </w:p>
    <w:p w14:paraId="519547EF" w14:textId="1DF47CE5" w:rsidR="0033603A" w:rsidRPr="00232AC3" w:rsidRDefault="0033603A" w:rsidP="00177C8B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360" w:after="120"/>
        <w:ind w:right="274"/>
        <w:rPr>
          <w:b/>
          <w:bCs/>
          <w:color w:val="000000"/>
        </w:rPr>
      </w:pPr>
      <w:r w:rsidRPr="00232AC3">
        <w:rPr>
          <w:b/>
          <w:bCs/>
          <w:color w:val="000000"/>
        </w:rPr>
        <w:lastRenderedPageBreak/>
        <w:t>Do you need an expedited (fast) decision?</w:t>
      </w:r>
    </w:p>
    <w:p w14:paraId="793EFE76" w14:textId="05CFA99E" w:rsidR="009C7EB5" w:rsidRPr="00232AC3" w:rsidRDefault="009C7EB5" w:rsidP="00177C8B">
      <w:pPr>
        <w:tabs>
          <w:tab w:val="right" w:leader="underscore" w:pos="10080"/>
        </w:tabs>
        <w:spacing w:before="120" w:after="120"/>
        <w:ind w:left="360" w:hanging="360"/>
        <w:rPr>
          <w:spacing w:val="-4"/>
          <w:w w:val="105"/>
        </w:rPr>
      </w:pPr>
      <w:r w:rsidRPr="00232AC3">
        <w:rPr>
          <w:spacing w:val="-6"/>
          <w:w w:val="105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32AC3">
        <w:rPr>
          <w:spacing w:val="-6"/>
          <w:w w:val="105"/>
        </w:rPr>
        <w:instrText xml:space="preserve"> FORMCHECKBOX </w:instrText>
      </w:r>
      <w:r w:rsidRPr="00232AC3">
        <w:rPr>
          <w:spacing w:val="-6"/>
          <w:w w:val="105"/>
        </w:rPr>
      </w:r>
      <w:r w:rsidRPr="00232AC3">
        <w:rPr>
          <w:spacing w:val="-6"/>
          <w:w w:val="105"/>
        </w:rPr>
        <w:fldChar w:fldCharType="separate"/>
      </w:r>
      <w:r w:rsidRPr="00232AC3">
        <w:rPr>
          <w:spacing w:val="-6"/>
          <w:w w:val="105"/>
        </w:rPr>
        <w:fldChar w:fldCharType="end"/>
      </w:r>
      <w:r w:rsidRPr="00232AC3">
        <w:rPr>
          <w:spacing w:val="-6"/>
          <w:w w:val="105"/>
        </w:rPr>
        <w:t xml:space="preserve"> </w:t>
      </w:r>
      <w:r w:rsidR="00BC680B" w:rsidRPr="00232AC3">
        <w:rPr>
          <w:spacing w:val="-6"/>
          <w:w w:val="105"/>
        </w:rPr>
        <w:t xml:space="preserve"> </w:t>
      </w:r>
      <w:r w:rsidRPr="00232AC3">
        <w:rPr>
          <w:b/>
          <w:bCs/>
          <w:spacing w:val="-6"/>
          <w:w w:val="105"/>
        </w:rPr>
        <w:t>Check this box if you believe you need a decision within 72 hours.</w:t>
      </w:r>
      <w:r w:rsidRPr="00232AC3">
        <w:rPr>
          <w:spacing w:val="-6"/>
          <w:w w:val="105"/>
        </w:rPr>
        <w:t xml:space="preserve"> If you have a supporting statement from </w:t>
      </w:r>
      <w:r w:rsidRPr="00232AC3">
        <w:rPr>
          <w:spacing w:val="-4"/>
          <w:w w:val="105"/>
        </w:rPr>
        <w:t>your prescriber, attach it to this request</w:t>
      </w:r>
      <w:r w:rsidR="0033603A" w:rsidRPr="00232AC3">
        <w:rPr>
          <w:spacing w:val="-4"/>
          <w:w w:val="105"/>
        </w:rPr>
        <w:t>.</w:t>
      </w:r>
    </w:p>
    <w:p w14:paraId="5B5F4388" w14:textId="77777777" w:rsidR="00451318" w:rsidRPr="00232AC3" w:rsidRDefault="00451318" w:rsidP="007F155C">
      <w:pPr>
        <w:pStyle w:val="ListParagraph"/>
        <w:widowControl/>
        <w:numPr>
          <w:ilvl w:val="0"/>
          <w:numId w:val="5"/>
        </w:numPr>
        <w:kinsoku/>
        <w:autoSpaceDE w:val="0"/>
        <w:autoSpaceDN w:val="0"/>
        <w:adjustRightInd w:val="0"/>
        <w:spacing w:before="120" w:after="120"/>
        <w:ind w:right="274"/>
        <w:contextualSpacing w:val="0"/>
        <w:rPr>
          <w:spacing w:val="-7"/>
          <w:w w:val="105"/>
        </w:rPr>
      </w:pPr>
      <w:r w:rsidRPr="00232AC3">
        <w:rPr>
          <w:spacing w:val="-7"/>
          <w:w w:val="105"/>
        </w:rPr>
        <w:t xml:space="preserve">If you or your prescriber believe that waiting 7 days for a standard decision could seriously harm your life, health, or ability to regain maximum function, you can ask for an expedited (fast) decision.  </w:t>
      </w:r>
    </w:p>
    <w:p w14:paraId="70AE9FCE" w14:textId="564A1BBC" w:rsidR="00451318" w:rsidRPr="00232AC3" w:rsidRDefault="00451318" w:rsidP="007F155C">
      <w:pPr>
        <w:pStyle w:val="ListParagraph"/>
        <w:widowControl/>
        <w:numPr>
          <w:ilvl w:val="0"/>
          <w:numId w:val="5"/>
        </w:numPr>
        <w:kinsoku/>
        <w:autoSpaceDE w:val="0"/>
        <w:autoSpaceDN w:val="0"/>
        <w:adjustRightInd w:val="0"/>
        <w:spacing w:before="120" w:after="120"/>
        <w:ind w:right="274"/>
        <w:contextualSpacing w:val="0"/>
        <w:rPr>
          <w:spacing w:val="-7"/>
          <w:w w:val="105"/>
        </w:rPr>
      </w:pPr>
      <w:r w:rsidRPr="00232AC3">
        <w:rPr>
          <w:spacing w:val="-7"/>
          <w:w w:val="105"/>
        </w:rPr>
        <w:t>If your prescriber indicates that waiting 7 days could seriously harm your health, we</w:t>
      </w:r>
      <w:r w:rsidR="00466DF2" w:rsidRPr="00232AC3">
        <w:rPr>
          <w:spacing w:val="-7"/>
          <w:w w:val="105"/>
        </w:rPr>
        <w:t>’</w:t>
      </w:r>
      <w:r w:rsidRPr="00232AC3">
        <w:rPr>
          <w:spacing w:val="-7"/>
          <w:w w:val="105"/>
        </w:rPr>
        <w:t>ll automatically give you a decision within 72 hours. You can</w:t>
      </w:r>
      <w:r w:rsidR="00466DF2" w:rsidRPr="00232AC3">
        <w:rPr>
          <w:spacing w:val="-7"/>
          <w:w w:val="105"/>
        </w:rPr>
        <w:t>’</w:t>
      </w:r>
      <w:r w:rsidRPr="00232AC3">
        <w:rPr>
          <w:spacing w:val="-7"/>
          <w:w w:val="105"/>
        </w:rPr>
        <w:t xml:space="preserve">t </w:t>
      </w:r>
      <w:r w:rsidR="00466DF2" w:rsidRPr="00232AC3">
        <w:rPr>
          <w:spacing w:val="-7"/>
          <w:w w:val="105"/>
        </w:rPr>
        <w:t>ask for</w:t>
      </w:r>
      <w:r w:rsidRPr="00232AC3">
        <w:rPr>
          <w:spacing w:val="-7"/>
          <w:w w:val="105"/>
        </w:rPr>
        <w:t xml:space="preserve"> an expedited appeal if you</w:t>
      </w:r>
      <w:r w:rsidR="00466DF2" w:rsidRPr="00232AC3">
        <w:rPr>
          <w:spacing w:val="-7"/>
          <w:w w:val="105"/>
        </w:rPr>
        <w:t>’</w:t>
      </w:r>
      <w:r w:rsidRPr="00232AC3">
        <w:rPr>
          <w:spacing w:val="-7"/>
          <w:w w:val="105"/>
        </w:rPr>
        <w:t xml:space="preserve">re asking us to pay you back for a drug you already </w:t>
      </w:r>
      <w:r w:rsidR="00466DF2" w:rsidRPr="00232AC3">
        <w:rPr>
          <w:spacing w:val="-7"/>
          <w:w w:val="105"/>
        </w:rPr>
        <w:t>got</w:t>
      </w:r>
      <w:r w:rsidRPr="00232AC3">
        <w:rPr>
          <w:spacing w:val="-7"/>
          <w:w w:val="105"/>
        </w:rPr>
        <w:t>.</w:t>
      </w:r>
    </w:p>
    <w:p w14:paraId="76359526" w14:textId="302A9AD1" w:rsidR="00451318" w:rsidRPr="00232AC3" w:rsidRDefault="00451318" w:rsidP="007F155C">
      <w:pPr>
        <w:pStyle w:val="ListParagraph"/>
        <w:widowControl/>
        <w:numPr>
          <w:ilvl w:val="0"/>
          <w:numId w:val="5"/>
        </w:numPr>
        <w:kinsoku/>
        <w:autoSpaceDE w:val="0"/>
        <w:autoSpaceDN w:val="0"/>
        <w:adjustRightInd w:val="0"/>
        <w:spacing w:before="120" w:after="120"/>
        <w:ind w:right="274"/>
        <w:contextualSpacing w:val="0"/>
        <w:rPr>
          <w:spacing w:val="-7"/>
          <w:w w:val="105"/>
        </w:rPr>
      </w:pPr>
      <w:r w:rsidRPr="00232AC3">
        <w:rPr>
          <w:spacing w:val="-7"/>
          <w:w w:val="105"/>
        </w:rPr>
        <w:t>If you don</w:t>
      </w:r>
      <w:r w:rsidR="00466DF2" w:rsidRPr="00232AC3">
        <w:rPr>
          <w:spacing w:val="-7"/>
          <w:w w:val="105"/>
        </w:rPr>
        <w:t>’</w:t>
      </w:r>
      <w:r w:rsidRPr="00232AC3">
        <w:rPr>
          <w:spacing w:val="-7"/>
          <w:w w:val="105"/>
        </w:rPr>
        <w:t xml:space="preserve">t </w:t>
      </w:r>
      <w:r w:rsidR="00466DF2" w:rsidRPr="00232AC3">
        <w:rPr>
          <w:spacing w:val="-7"/>
          <w:w w:val="105"/>
        </w:rPr>
        <w:t xml:space="preserve">get </w:t>
      </w:r>
      <w:r w:rsidRPr="00232AC3">
        <w:rPr>
          <w:spacing w:val="-7"/>
          <w:w w:val="105"/>
        </w:rPr>
        <w:t>your prescriber's support for an expedited appeal, we</w:t>
      </w:r>
      <w:r w:rsidR="00466DF2" w:rsidRPr="00232AC3">
        <w:rPr>
          <w:spacing w:val="-7"/>
          <w:w w:val="105"/>
        </w:rPr>
        <w:t>’</w:t>
      </w:r>
      <w:r w:rsidRPr="00232AC3">
        <w:rPr>
          <w:spacing w:val="-7"/>
          <w:w w:val="105"/>
        </w:rPr>
        <w:t>ll decide if your case requires a fast decision.</w:t>
      </w:r>
    </w:p>
    <w:p w14:paraId="7DADBD3B" w14:textId="3111662D" w:rsidR="00DB1AA0" w:rsidRPr="00232AC3" w:rsidRDefault="00466DF2" w:rsidP="00177C8B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240" w:after="120"/>
        <w:ind w:right="274"/>
        <w:rPr>
          <w:b/>
          <w:bCs/>
          <w:color w:val="000000"/>
        </w:rPr>
      </w:pPr>
      <w:r w:rsidRPr="00232AC3">
        <w:rPr>
          <w:b/>
          <w:bCs/>
          <w:color w:val="000000"/>
        </w:rPr>
        <w:t>E</w:t>
      </w:r>
      <w:r w:rsidR="00451318" w:rsidRPr="00232AC3">
        <w:rPr>
          <w:b/>
          <w:bCs/>
          <w:color w:val="000000"/>
        </w:rPr>
        <w:t xml:space="preserve">xplain </w:t>
      </w:r>
      <w:r w:rsidRPr="00232AC3">
        <w:rPr>
          <w:b/>
          <w:bCs/>
          <w:color w:val="000000"/>
        </w:rPr>
        <w:t>why you think this drug should be covered</w:t>
      </w:r>
    </w:p>
    <w:p w14:paraId="30685056" w14:textId="4BB78680" w:rsidR="00451318" w:rsidRPr="00232AC3" w:rsidRDefault="00451318" w:rsidP="007F155C">
      <w:pPr>
        <w:pStyle w:val="ListParagraph"/>
        <w:widowControl/>
        <w:numPr>
          <w:ilvl w:val="0"/>
          <w:numId w:val="5"/>
        </w:numPr>
        <w:kinsoku/>
        <w:autoSpaceDE w:val="0"/>
        <w:autoSpaceDN w:val="0"/>
        <w:adjustRightInd w:val="0"/>
        <w:spacing w:before="120" w:after="120"/>
        <w:ind w:right="274"/>
        <w:contextualSpacing w:val="0"/>
        <w:rPr>
          <w:spacing w:val="-7"/>
          <w:w w:val="105"/>
        </w:rPr>
      </w:pPr>
      <w:r w:rsidRPr="00232AC3">
        <w:rPr>
          <w:spacing w:val="-7"/>
          <w:w w:val="105"/>
        </w:rPr>
        <w:t xml:space="preserve">Attach any additional information you </w:t>
      </w:r>
      <w:r w:rsidR="00466DF2" w:rsidRPr="00232AC3">
        <w:rPr>
          <w:spacing w:val="-7"/>
          <w:w w:val="105"/>
        </w:rPr>
        <w:t xml:space="preserve">think </w:t>
      </w:r>
      <w:r w:rsidRPr="00232AC3">
        <w:rPr>
          <w:spacing w:val="-7"/>
          <w:w w:val="105"/>
        </w:rPr>
        <w:t xml:space="preserve">may help your case, </w:t>
      </w:r>
      <w:r w:rsidR="00466DF2" w:rsidRPr="00232AC3">
        <w:rPr>
          <w:spacing w:val="-7"/>
          <w:w w:val="105"/>
        </w:rPr>
        <w:t>like</w:t>
      </w:r>
      <w:r w:rsidRPr="00232AC3">
        <w:rPr>
          <w:spacing w:val="-7"/>
          <w:w w:val="105"/>
        </w:rPr>
        <w:t xml:space="preserve"> statement from your prescriber </w:t>
      </w:r>
      <w:r w:rsidR="00466DF2" w:rsidRPr="00232AC3">
        <w:rPr>
          <w:spacing w:val="-7"/>
          <w:w w:val="105"/>
        </w:rPr>
        <w:t xml:space="preserve">or </w:t>
      </w:r>
      <w:r w:rsidRPr="00232AC3">
        <w:rPr>
          <w:spacing w:val="-7"/>
          <w:w w:val="105"/>
        </w:rPr>
        <w:t xml:space="preserve">medical records.  </w:t>
      </w:r>
    </w:p>
    <w:p w14:paraId="2CDED360" w14:textId="338F9C78" w:rsidR="00451318" w:rsidRPr="00232AC3" w:rsidRDefault="00451318" w:rsidP="007F155C">
      <w:pPr>
        <w:pStyle w:val="ListParagraph"/>
        <w:widowControl/>
        <w:numPr>
          <w:ilvl w:val="0"/>
          <w:numId w:val="5"/>
        </w:numPr>
        <w:kinsoku/>
        <w:autoSpaceDE w:val="0"/>
        <w:autoSpaceDN w:val="0"/>
        <w:adjustRightInd w:val="0"/>
        <w:spacing w:before="120" w:after="120"/>
        <w:ind w:right="274"/>
        <w:contextualSpacing w:val="0"/>
        <w:rPr>
          <w:spacing w:val="-7"/>
          <w:w w:val="105"/>
        </w:rPr>
      </w:pPr>
      <w:r w:rsidRPr="00232AC3">
        <w:rPr>
          <w:spacing w:val="-7"/>
          <w:w w:val="105"/>
        </w:rPr>
        <w:t xml:space="preserve">Include a copy of the Notice of Denial of Medicare Prescription Drug Coverage  </w:t>
      </w:r>
    </w:p>
    <w:p w14:paraId="7B5FE56F" w14:textId="23E75E04" w:rsidR="00451318" w:rsidRPr="00232AC3" w:rsidRDefault="00451318" w:rsidP="007F155C">
      <w:pPr>
        <w:pStyle w:val="ListParagraph"/>
        <w:widowControl/>
        <w:numPr>
          <w:ilvl w:val="0"/>
          <w:numId w:val="5"/>
        </w:numPr>
        <w:kinsoku/>
        <w:autoSpaceDE w:val="0"/>
        <w:autoSpaceDN w:val="0"/>
        <w:adjustRightInd w:val="0"/>
        <w:spacing w:before="120" w:after="120"/>
        <w:ind w:right="274"/>
        <w:contextualSpacing w:val="0"/>
        <w:rPr>
          <w:spacing w:val="-7"/>
          <w:w w:val="105"/>
        </w:rPr>
      </w:pPr>
      <w:r w:rsidRPr="00232AC3">
        <w:rPr>
          <w:spacing w:val="-7"/>
          <w:w w:val="105"/>
        </w:rPr>
        <w:t xml:space="preserve">Your prescriber will need to explain why you can’t meet </w:t>
      </w:r>
      <w:r w:rsidR="00466DF2" w:rsidRPr="00232AC3">
        <w:rPr>
          <w:spacing w:val="-7"/>
          <w:w w:val="105"/>
        </w:rPr>
        <w:t>our p</w:t>
      </w:r>
      <w:r w:rsidRPr="00232AC3">
        <w:rPr>
          <w:spacing w:val="-7"/>
          <w:w w:val="105"/>
        </w:rPr>
        <w:t xml:space="preserve">lan’s coverage </w:t>
      </w:r>
      <w:r w:rsidR="00466DF2" w:rsidRPr="00232AC3">
        <w:rPr>
          <w:spacing w:val="-7"/>
          <w:w w:val="105"/>
        </w:rPr>
        <w:t xml:space="preserve">rules </w:t>
      </w:r>
      <w:r w:rsidRPr="00232AC3">
        <w:rPr>
          <w:spacing w:val="-7"/>
          <w:w w:val="105"/>
        </w:rPr>
        <w:t xml:space="preserve">and/or why the drugs required by the </w:t>
      </w:r>
      <w:r w:rsidR="00466DF2" w:rsidRPr="00232AC3">
        <w:rPr>
          <w:spacing w:val="-7"/>
          <w:w w:val="105"/>
        </w:rPr>
        <w:t>p</w:t>
      </w:r>
      <w:r w:rsidRPr="00232AC3">
        <w:rPr>
          <w:spacing w:val="-7"/>
          <w:w w:val="105"/>
        </w:rPr>
        <w:t>lan aren</w:t>
      </w:r>
      <w:r w:rsidR="00466DF2" w:rsidRPr="00232AC3">
        <w:rPr>
          <w:spacing w:val="-7"/>
          <w:w w:val="105"/>
        </w:rPr>
        <w:t>’</w:t>
      </w:r>
      <w:r w:rsidRPr="00232AC3">
        <w:rPr>
          <w:spacing w:val="-7"/>
          <w:w w:val="105"/>
        </w:rPr>
        <w:t xml:space="preserve">t medically appropriate for you.  </w:t>
      </w:r>
    </w:p>
    <w:p w14:paraId="77C596E2" w14:textId="06E87AEC" w:rsidR="00BC680B" w:rsidRPr="00232AC3" w:rsidRDefault="0033603A" w:rsidP="001F34ED">
      <w:pPr>
        <w:pStyle w:val="ListParagraph"/>
        <w:numPr>
          <w:ilvl w:val="0"/>
          <w:numId w:val="3"/>
        </w:numPr>
        <w:tabs>
          <w:tab w:val="right" w:leader="underscore" w:pos="10620"/>
        </w:tabs>
        <w:spacing w:before="120" w:after="120"/>
        <w:contextualSpacing w:val="0"/>
        <w:rPr>
          <w:spacing w:val="-4"/>
          <w:w w:val="105"/>
        </w:rPr>
      </w:pPr>
      <w:r w:rsidRPr="00232AC3">
        <w:rPr>
          <w:spacing w:val="-4"/>
          <w:w w:val="105"/>
        </w:rPr>
        <w:t xml:space="preserve">Other </w:t>
      </w:r>
      <w:r w:rsidR="00BF71A2" w:rsidRPr="00232AC3">
        <w:rPr>
          <w:spacing w:val="-4"/>
          <w:w w:val="105"/>
        </w:rPr>
        <w:t>information we should consider:</w:t>
      </w:r>
      <w:r w:rsidR="0076682D" w:rsidRPr="00232AC3">
        <w:rPr>
          <w:spacing w:val="-4"/>
          <w:w w:val="105"/>
        </w:rPr>
        <w:t xml:space="preserve"> </w:t>
      </w:r>
      <w:r w:rsidR="0073558A" w:rsidRPr="00232AC3">
        <w:rPr>
          <w:spacing w:val="-4"/>
          <w:w w:val="105"/>
        </w:rPr>
        <w:tab/>
      </w:r>
      <w:r w:rsidR="0073558A" w:rsidRPr="00232AC3">
        <w:rPr>
          <w:spacing w:val="-4"/>
          <w:w w:val="105"/>
        </w:rPr>
        <w:tab/>
      </w:r>
    </w:p>
    <w:p w14:paraId="3C01AC98" w14:textId="388FECA1" w:rsidR="0073558A" w:rsidRPr="00232AC3" w:rsidRDefault="0073558A" w:rsidP="001F34ED">
      <w:pPr>
        <w:tabs>
          <w:tab w:val="right" w:leader="underscore" w:pos="10620"/>
        </w:tabs>
        <w:spacing w:before="120" w:after="120"/>
        <w:ind w:left="720"/>
        <w:rPr>
          <w:spacing w:val="-4"/>
          <w:w w:val="105"/>
        </w:rPr>
      </w:pPr>
      <w:r w:rsidRPr="00232AC3">
        <w:rPr>
          <w:spacing w:val="-4"/>
          <w:w w:val="105"/>
        </w:rPr>
        <w:tab/>
      </w:r>
    </w:p>
    <w:p w14:paraId="1AB234FF" w14:textId="5D6964C4" w:rsidR="00BC680B" w:rsidRPr="00232AC3" w:rsidRDefault="00BC680B" w:rsidP="00177C8B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360" w:after="120"/>
        <w:ind w:right="274"/>
        <w:rPr>
          <w:b/>
          <w:bCs/>
          <w:color w:val="000000"/>
        </w:rPr>
      </w:pPr>
      <w:r w:rsidRPr="00232AC3">
        <w:rPr>
          <w:b/>
          <w:bCs/>
          <w:color w:val="000000"/>
        </w:rPr>
        <w:t>Representative information</w:t>
      </w:r>
    </w:p>
    <w:p w14:paraId="68D15917" w14:textId="7E0E75D9" w:rsidR="009C7EB5" w:rsidRPr="00232AC3" w:rsidRDefault="009C7EB5" w:rsidP="00177C8B">
      <w:pPr>
        <w:spacing w:before="120" w:after="120"/>
        <w:rPr>
          <w:bCs/>
          <w:spacing w:val="-4"/>
          <w:w w:val="105"/>
        </w:rPr>
      </w:pPr>
      <w:r w:rsidRPr="00232AC3">
        <w:rPr>
          <w:bCs/>
          <w:spacing w:val="-4"/>
          <w:w w:val="105"/>
        </w:rPr>
        <w:t>Complete th</w:t>
      </w:r>
      <w:r w:rsidR="00BC680B" w:rsidRPr="00232AC3">
        <w:rPr>
          <w:bCs/>
          <w:spacing w:val="-4"/>
          <w:w w:val="105"/>
        </w:rPr>
        <w:t xml:space="preserve">is </w:t>
      </w:r>
      <w:r w:rsidRPr="00232AC3">
        <w:rPr>
          <w:bCs/>
          <w:spacing w:val="-4"/>
          <w:w w:val="105"/>
        </w:rPr>
        <w:t>section ONLY if the person making this request is not the enrollee or the enrollee’s prescriber</w:t>
      </w:r>
      <w:r w:rsidR="00BC680B" w:rsidRPr="00232AC3">
        <w:rPr>
          <w:bCs/>
          <w:spacing w:val="-4"/>
          <w:w w:val="105"/>
        </w:rPr>
        <w:t>.</w:t>
      </w:r>
      <w:r w:rsidRPr="00232AC3">
        <w:rPr>
          <w:bCs/>
          <w:spacing w:val="-4"/>
          <w:w w:val="105"/>
        </w:rPr>
        <w:t xml:space="preserve"> </w:t>
      </w:r>
      <w:r w:rsidR="00BC680B" w:rsidRPr="00232AC3">
        <w:rPr>
          <w:bCs/>
          <w:spacing w:val="-4"/>
          <w:w w:val="105"/>
        </w:rPr>
        <w:t xml:space="preserve">You must </w:t>
      </w:r>
      <w:r w:rsidRPr="00232AC3">
        <w:rPr>
          <w:bCs/>
          <w:spacing w:val="-4"/>
          <w:w w:val="105"/>
        </w:rPr>
        <w:t xml:space="preserve">attach documentation </w:t>
      </w:r>
      <w:r w:rsidR="00BC680B" w:rsidRPr="00232AC3">
        <w:rPr>
          <w:bCs/>
          <w:spacing w:val="-4"/>
          <w:w w:val="105"/>
        </w:rPr>
        <w:t xml:space="preserve">showing </w:t>
      </w:r>
      <w:r w:rsidR="00C72446" w:rsidRPr="00232AC3">
        <w:rPr>
          <w:bCs/>
          <w:spacing w:val="-4"/>
          <w:w w:val="105"/>
        </w:rPr>
        <w:t>your</w:t>
      </w:r>
      <w:r w:rsidR="00BC680B" w:rsidRPr="00232AC3">
        <w:rPr>
          <w:bCs/>
          <w:spacing w:val="-4"/>
          <w:w w:val="105"/>
        </w:rPr>
        <w:t xml:space="preserve"> authority to represent the enrollee (</w:t>
      </w:r>
      <w:r w:rsidR="00C72446" w:rsidRPr="00232AC3">
        <w:rPr>
          <w:bCs/>
          <w:spacing w:val="-4"/>
          <w:w w:val="105"/>
        </w:rPr>
        <w:t xml:space="preserve">like </w:t>
      </w:r>
      <w:r w:rsidR="00BC680B" w:rsidRPr="00232AC3">
        <w:rPr>
          <w:bCs/>
          <w:spacing w:val="-4"/>
          <w:w w:val="105"/>
        </w:rPr>
        <w:t xml:space="preserve">a completed Form CMS-1696 or a written </w:t>
      </w:r>
      <w:r w:rsidR="00BC680B" w:rsidRPr="00232AC3">
        <w:rPr>
          <w:bCs/>
          <w:spacing w:val="-3"/>
          <w:w w:val="105"/>
        </w:rPr>
        <w:t xml:space="preserve">equivalent) if it wasn’t submitted at the coverage determination level. </w:t>
      </w:r>
      <w:r w:rsidR="00451318" w:rsidRPr="00232AC3">
        <w:rPr>
          <w:bCs/>
          <w:spacing w:val="-3"/>
          <w:w w:val="105"/>
        </w:rPr>
        <w:t xml:space="preserve">For more information on appointing a representative, </w:t>
      </w:r>
      <w:r w:rsidR="00486A76" w:rsidRPr="00232AC3">
        <w:rPr>
          <w:bCs/>
          <w:spacing w:val="-3"/>
          <w:w w:val="105"/>
        </w:rPr>
        <w:t xml:space="preserve">Call us at [plan telephone number]. </w:t>
      </w:r>
    </w:p>
    <w:p w14:paraId="4253C05D" w14:textId="3D71487D" w:rsidR="009C7EB5" w:rsidRPr="00232AC3" w:rsidRDefault="009C7EB5" w:rsidP="001F34ED">
      <w:pPr>
        <w:tabs>
          <w:tab w:val="right" w:leader="underscore" w:pos="10620"/>
        </w:tabs>
        <w:spacing w:before="120" w:after="120"/>
        <w:rPr>
          <w:w w:val="105"/>
        </w:rPr>
      </w:pPr>
      <w:r w:rsidRPr="00232AC3">
        <w:rPr>
          <w:spacing w:val="-6"/>
          <w:w w:val="105"/>
        </w:rPr>
        <w:t xml:space="preserve">Representative </w:t>
      </w:r>
      <w:r w:rsidR="00BC680B" w:rsidRPr="00232AC3">
        <w:rPr>
          <w:spacing w:val="-6"/>
          <w:w w:val="105"/>
        </w:rPr>
        <w:t>n</w:t>
      </w:r>
      <w:r w:rsidRPr="00232AC3">
        <w:rPr>
          <w:spacing w:val="-6"/>
          <w:w w:val="105"/>
        </w:rPr>
        <w:t>ame</w:t>
      </w:r>
      <w:r w:rsidR="00BC680B" w:rsidRPr="00232AC3">
        <w:rPr>
          <w:spacing w:val="-6"/>
          <w:w w:val="105"/>
        </w:rPr>
        <w:t>:</w:t>
      </w:r>
      <w:r w:rsidR="00BC680B" w:rsidRPr="00232AC3">
        <w:rPr>
          <w:spacing w:val="-6"/>
          <w:w w:val="105"/>
        </w:rPr>
        <w:tab/>
      </w:r>
      <w:r w:rsidRPr="00232AC3">
        <w:rPr>
          <w:spacing w:val="-6"/>
          <w:w w:val="105"/>
        </w:rPr>
        <w:t xml:space="preserve"> </w:t>
      </w:r>
    </w:p>
    <w:p w14:paraId="2207970A" w14:textId="52210BB0" w:rsidR="009C7EB5" w:rsidRPr="00232AC3" w:rsidRDefault="009C7EB5" w:rsidP="001F34ED">
      <w:pPr>
        <w:tabs>
          <w:tab w:val="right" w:leader="underscore" w:pos="10620"/>
        </w:tabs>
        <w:spacing w:before="120" w:after="120"/>
        <w:rPr>
          <w:w w:val="105"/>
        </w:rPr>
      </w:pPr>
      <w:r w:rsidRPr="00232AC3">
        <w:rPr>
          <w:spacing w:val="-5"/>
          <w:w w:val="105"/>
        </w:rPr>
        <w:t xml:space="preserve">Relationship to </w:t>
      </w:r>
      <w:r w:rsidR="00BC680B" w:rsidRPr="00232AC3">
        <w:rPr>
          <w:spacing w:val="-5"/>
          <w:w w:val="105"/>
        </w:rPr>
        <w:t>e</w:t>
      </w:r>
      <w:r w:rsidRPr="00232AC3">
        <w:rPr>
          <w:spacing w:val="-5"/>
          <w:w w:val="105"/>
        </w:rPr>
        <w:t>nrollee</w:t>
      </w:r>
      <w:r w:rsidR="00BC680B" w:rsidRPr="00232AC3">
        <w:rPr>
          <w:spacing w:val="-5"/>
          <w:w w:val="105"/>
        </w:rPr>
        <w:t>:</w:t>
      </w:r>
      <w:r w:rsidR="00BC680B" w:rsidRPr="00232AC3">
        <w:rPr>
          <w:spacing w:val="-5"/>
          <w:w w:val="105"/>
        </w:rPr>
        <w:tab/>
      </w:r>
      <w:r w:rsidRPr="00232AC3">
        <w:rPr>
          <w:spacing w:val="-5"/>
          <w:w w:val="105"/>
        </w:rPr>
        <w:t xml:space="preserve"> </w:t>
      </w:r>
    </w:p>
    <w:p w14:paraId="5A42F6F8" w14:textId="77777777" w:rsidR="00BC680B" w:rsidRPr="00232AC3" w:rsidRDefault="00BC680B" w:rsidP="001F34ED">
      <w:pPr>
        <w:widowControl/>
        <w:tabs>
          <w:tab w:val="right" w:leader="underscore" w:pos="1062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232AC3">
        <w:rPr>
          <w:color w:val="000000"/>
        </w:rPr>
        <w:t xml:space="preserve">Street address: </w:t>
      </w:r>
      <w:r w:rsidRPr="00232AC3">
        <w:rPr>
          <w:color w:val="000000"/>
        </w:rPr>
        <w:tab/>
      </w:r>
    </w:p>
    <w:p w14:paraId="560974D0" w14:textId="77777777" w:rsidR="00BC680B" w:rsidRPr="00232AC3" w:rsidRDefault="00BC680B" w:rsidP="001F34ED">
      <w:pPr>
        <w:widowControl/>
        <w:tabs>
          <w:tab w:val="right" w:leader="underscore" w:pos="10620"/>
        </w:tabs>
        <w:kinsoku/>
        <w:autoSpaceDE w:val="0"/>
        <w:autoSpaceDN w:val="0"/>
        <w:adjustRightInd w:val="0"/>
        <w:spacing w:before="120" w:after="120"/>
        <w:rPr>
          <w:color w:val="000000"/>
        </w:rPr>
      </w:pPr>
      <w:r w:rsidRPr="00232AC3">
        <w:rPr>
          <w:color w:val="000000"/>
        </w:rPr>
        <w:t xml:space="preserve">City, State, ZIP code: </w:t>
      </w:r>
      <w:r w:rsidRPr="00232AC3">
        <w:rPr>
          <w:color w:val="000000"/>
        </w:rPr>
        <w:tab/>
      </w:r>
    </w:p>
    <w:p w14:paraId="4D3CEB2C" w14:textId="0BCC0118" w:rsidR="0073558A" w:rsidRPr="00232AC3" w:rsidRDefault="00BC680B" w:rsidP="007F155C">
      <w:pPr>
        <w:tabs>
          <w:tab w:val="right" w:leader="underscore" w:pos="10620"/>
        </w:tabs>
        <w:spacing w:before="120" w:after="120"/>
        <w:rPr>
          <w:b/>
          <w:bCs/>
          <w:color w:val="000000"/>
        </w:rPr>
      </w:pPr>
      <w:r w:rsidRPr="00232AC3">
        <w:rPr>
          <w:color w:val="000000"/>
        </w:rPr>
        <w:t xml:space="preserve">Phone: </w:t>
      </w:r>
      <w:r w:rsidRPr="00232AC3">
        <w:rPr>
          <w:color w:val="000000"/>
        </w:rPr>
        <w:tab/>
      </w:r>
    </w:p>
    <w:p w14:paraId="6F790C8D" w14:textId="42C3884C" w:rsidR="00BC680B" w:rsidRPr="00232AC3" w:rsidRDefault="00BC680B" w:rsidP="007F155C">
      <w:pPr>
        <w:widowControl/>
        <w:pBdr>
          <w:bottom w:val="single" w:sz="18" w:space="1" w:color="auto"/>
        </w:pBdr>
        <w:kinsoku/>
        <w:autoSpaceDE w:val="0"/>
        <w:autoSpaceDN w:val="0"/>
        <w:adjustRightInd w:val="0"/>
        <w:spacing w:before="360" w:after="120"/>
        <w:ind w:right="274"/>
        <w:rPr>
          <w:b/>
          <w:bCs/>
          <w:color w:val="000000"/>
        </w:rPr>
      </w:pPr>
      <w:r w:rsidRPr="00232AC3">
        <w:rPr>
          <w:b/>
          <w:bCs/>
          <w:color w:val="000000"/>
        </w:rPr>
        <w:t xml:space="preserve">Sign </w:t>
      </w:r>
      <w:r w:rsidR="00A02D6C" w:rsidRPr="00232AC3">
        <w:rPr>
          <w:b/>
          <w:bCs/>
          <w:color w:val="000000"/>
        </w:rPr>
        <w:t>&amp;</w:t>
      </w:r>
      <w:r w:rsidRPr="00232AC3">
        <w:rPr>
          <w:b/>
          <w:bCs/>
          <w:color w:val="000000"/>
        </w:rPr>
        <w:t xml:space="preserve"> submit this form </w:t>
      </w:r>
    </w:p>
    <w:p w14:paraId="0BFFD663" w14:textId="6FE51E48" w:rsidR="00486A76" w:rsidRPr="00232AC3" w:rsidRDefault="00451318" w:rsidP="0073558A">
      <w:pPr>
        <w:spacing w:before="120" w:after="120"/>
        <w:rPr>
          <w:b/>
          <w:bCs/>
          <w:spacing w:val="-6"/>
          <w:w w:val="105"/>
        </w:rPr>
      </w:pPr>
      <w:r w:rsidRPr="00232AC3">
        <w:rPr>
          <w:spacing w:val="-6"/>
          <w:w w:val="105"/>
        </w:rPr>
        <w:t>Signature of person requesting the appeal (the enrollee, prescriber or representative):</w:t>
      </w:r>
    </w:p>
    <w:p w14:paraId="6277EFEF" w14:textId="43C7A4F8" w:rsidR="0073558A" w:rsidRPr="00232AC3" w:rsidRDefault="00622D0C" w:rsidP="007F155C">
      <w:pPr>
        <w:spacing w:before="240" w:after="360"/>
        <w:rPr>
          <w:b/>
          <w:bCs/>
          <w:spacing w:val="-5"/>
          <w:w w:val="105"/>
        </w:rPr>
      </w:pPr>
      <w:r w:rsidRPr="00232AC3">
        <w:rPr>
          <w:b/>
          <w:bCs/>
          <w:spacing w:val="-6"/>
          <w:w w:val="105"/>
        </w:rPr>
        <w:t xml:space="preserve">Signature: </w:t>
      </w:r>
      <w:r w:rsidR="00BF71A2" w:rsidRPr="00232AC3">
        <w:rPr>
          <w:b/>
          <w:bCs/>
          <w:spacing w:val="-6"/>
          <w:w w:val="105"/>
        </w:rPr>
        <w:t>__________________________</w:t>
      </w:r>
      <w:r w:rsidR="006E3F09" w:rsidRPr="00232AC3">
        <w:rPr>
          <w:b/>
          <w:bCs/>
          <w:spacing w:val="-6"/>
          <w:w w:val="105"/>
        </w:rPr>
        <w:t>_____________________________</w:t>
      </w:r>
      <w:r w:rsidRPr="00232AC3">
        <w:rPr>
          <w:b/>
          <w:bCs/>
          <w:spacing w:val="-6"/>
          <w:w w:val="105"/>
        </w:rPr>
        <w:t xml:space="preserve">      </w:t>
      </w:r>
      <w:r w:rsidR="00BF71A2" w:rsidRPr="00232AC3">
        <w:rPr>
          <w:b/>
          <w:bCs/>
          <w:spacing w:val="-6"/>
          <w:w w:val="105"/>
        </w:rPr>
        <w:t>Date: ______</w:t>
      </w:r>
      <w:r w:rsidR="006E3F09" w:rsidRPr="00232AC3">
        <w:rPr>
          <w:b/>
          <w:bCs/>
          <w:spacing w:val="-6"/>
          <w:w w:val="105"/>
        </w:rPr>
        <w:t>______</w:t>
      </w:r>
      <w:r w:rsidR="00432A99" w:rsidRPr="00232AC3">
        <w:rPr>
          <w:b/>
          <w:bCs/>
          <w:spacing w:val="-6"/>
          <w:w w:val="105"/>
        </w:rPr>
        <w:t>__</w:t>
      </w:r>
    </w:p>
    <w:p w14:paraId="357ECEEC" w14:textId="02C76C78" w:rsidR="00097884" w:rsidRPr="00232AC3" w:rsidRDefault="0042005C" w:rsidP="007F155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kinsoku/>
        <w:autoSpaceDE w:val="0"/>
        <w:autoSpaceDN w:val="0"/>
        <w:adjustRightInd w:val="0"/>
        <w:spacing w:before="240" w:after="120"/>
        <w:ind w:left="1440" w:right="1440"/>
        <w:jc w:val="center"/>
        <w:rPr>
          <w:b/>
          <w:bCs/>
          <w:color w:val="000000"/>
        </w:rPr>
      </w:pPr>
      <w:r w:rsidRPr="00232AC3">
        <w:rPr>
          <w:b/>
          <w:bCs/>
          <w:spacing w:val="-5"/>
          <w:w w:val="105"/>
        </w:rPr>
        <w:t>Fax</w:t>
      </w:r>
      <w:r w:rsidR="0076047D" w:rsidRPr="00232AC3">
        <w:rPr>
          <w:b/>
          <w:bCs/>
          <w:spacing w:val="-5"/>
          <w:w w:val="105"/>
        </w:rPr>
        <w:t xml:space="preserve"> or </w:t>
      </w:r>
      <w:r w:rsidRPr="00232AC3">
        <w:rPr>
          <w:b/>
          <w:bCs/>
          <w:spacing w:val="-5"/>
          <w:w w:val="105"/>
        </w:rPr>
        <w:t>mail</w:t>
      </w:r>
      <w:r w:rsidR="0076047D" w:rsidRPr="00232AC3">
        <w:rPr>
          <w:b/>
          <w:bCs/>
          <w:spacing w:val="-5"/>
          <w:w w:val="105"/>
        </w:rPr>
        <w:t xml:space="preserve"> your completed form </w:t>
      </w:r>
      <w:r w:rsidR="003B7291" w:rsidRPr="00232AC3">
        <w:rPr>
          <w:b/>
          <w:bCs/>
          <w:spacing w:val="-5"/>
          <w:w w:val="105"/>
        </w:rPr>
        <w:t xml:space="preserve">and any supporting information </w:t>
      </w:r>
      <w:r w:rsidR="0076047D" w:rsidRPr="00232AC3">
        <w:rPr>
          <w:b/>
          <w:bCs/>
          <w:spacing w:val="-5"/>
          <w:w w:val="105"/>
        </w:rPr>
        <w:t>to:</w:t>
      </w:r>
    </w:p>
    <w:p w14:paraId="27F9B43E" w14:textId="77777777" w:rsidR="001F34ED" w:rsidRPr="00232AC3" w:rsidRDefault="001F34ED" w:rsidP="007F155C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right="1440"/>
        <w:jc w:val="center"/>
        <w:rPr>
          <w:rFonts w:ascii="Times New Roman" w:hAnsi="Times New Roman" w:cs="Times New Roman"/>
          <w:iCs w:val="0"/>
          <w:sz w:val="24"/>
          <w:szCs w:val="24"/>
        </w:rPr>
      </w:pPr>
    </w:p>
    <w:p w14:paraId="318467FF" w14:textId="61A9F199" w:rsidR="001F34ED" w:rsidRPr="00232AC3" w:rsidRDefault="001F34ED" w:rsidP="007F155C">
      <w:pPr>
        <w:pStyle w:val="Body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160"/>
          <w:tab w:val="left" w:pos="0"/>
        </w:tabs>
        <w:ind w:left="1440" w:right="1440"/>
        <w:jc w:val="center"/>
        <w:rPr>
          <w:rFonts w:ascii="Times New Roman" w:hAnsi="Times New Roman" w:cs="Times New Roman"/>
          <w:sz w:val="24"/>
          <w:szCs w:val="24"/>
        </w:rPr>
      </w:pPr>
      <w:r w:rsidRPr="00232AC3">
        <w:rPr>
          <w:rFonts w:ascii="Times New Roman" w:hAnsi="Times New Roman" w:cs="Times New Roman"/>
          <w:b/>
          <w:bCs/>
          <w:sz w:val="24"/>
          <w:szCs w:val="24"/>
        </w:rPr>
        <w:t>Address:</w:t>
      </w:r>
      <w:r w:rsidRPr="00232AC3">
        <w:rPr>
          <w:rFonts w:ascii="Times New Roman" w:hAnsi="Times New Roman" w:cs="Times New Roman"/>
          <w:sz w:val="24"/>
          <w:szCs w:val="24"/>
        </w:rPr>
        <w:tab/>
      </w:r>
      <w:r w:rsidRPr="00232AC3">
        <w:rPr>
          <w:rFonts w:ascii="Times New Roman" w:hAnsi="Times New Roman" w:cs="Times New Roman"/>
          <w:sz w:val="24"/>
          <w:szCs w:val="24"/>
        </w:rPr>
        <w:tab/>
      </w:r>
      <w:r w:rsidRPr="00232AC3">
        <w:rPr>
          <w:rFonts w:ascii="Times New Roman" w:hAnsi="Times New Roman" w:cs="Times New Roman"/>
          <w:sz w:val="24"/>
          <w:szCs w:val="24"/>
        </w:rPr>
        <w:tab/>
      </w:r>
      <w:r w:rsidRPr="00232AC3">
        <w:rPr>
          <w:rFonts w:ascii="Times New Roman" w:hAnsi="Times New Roman" w:cs="Times New Roman"/>
          <w:sz w:val="24"/>
          <w:szCs w:val="24"/>
        </w:rPr>
        <w:tab/>
      </w:r>
      <w:r w:rsidRPr="00232AC3">
        <w:rPr>
          <w:rFonts w:ascii="Times New Roman" w:hAnsi="Times New Roman" w:cs="Times New Roman"/>
          <w:b/>
          <w:bCs/>
          <w:sz w:val="24"/>
          <w:szCs w:val="24"/>
        </w:rPr>
        <w:t>Fax Number:</w:t>
      </w:r>
    </w:p>
    <w:p w14:paraId="1BE4EF13" w14:textId="4FA65877" w:rsidR="0076047D" w:rsidRPr="00232AC3" w:rsidRDefault="001F34ED" w:rsidP="00486A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440" w:right="1440"/>
        <w:jc w:val="center"/>
      </w:pPr>
      <w:r w:rsidRPr="00232AC3">
        <w:t>[Insert plan address(es)]</w:t>
      </w:r>
      <w:r w:rsidRPr="00232AC3">
        <w:tab/>
      </w:r>
      <w:r w:rsidRPr="00232AC3">
        <w:tab/>
      </w:r>
      <w:r w:rsidRPr="00232AC3">
        <w:tab/>
        <w:t>[Insert plan fax number(s)]</w:t>
      </w:r>
    </w:p>
    <w:p w14:paraId="1C678A98" w14:textId="77777777" w:rsidR="00486A76" w:rsidRPr="00232AC3" w:rsidRDefault="00486A76" w:rsidP="007F15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440" w:right="1440"/>
        <w:jc w:val="center"/>
        <w:rPr>
          <w:spacing w:val="9"/>
        </w:rPr>
      </w:pPr>
    </w:p>
    <w:sectPr w:rsidR="00486A76" w:rsidRPr="00232AC3" w:rsidSect="00D15A41">
      <w:footerReference w:type="even" r:id="rId11"/>
      <w:footerReference w:type="default" r:id="rId12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71E3C3" w14:textId="77777777" w:rsidR="004C5FC1" w:rsidRDefault="004C5FC1" w:rsidP="00E07CE8">
      <w:r>
        <w:separator/>
      </w:r>
    </w:p>
  </w:endnote>
  <w:endnote w:type="continuationSeparator" w:id="0">
    <w:p w14:paraId="30FC307F" w14:textId="77777777" w:rsidR="004C5FC1" w:rsidRDefault="004C5FC1" w:rsidP="00E0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E67D0" w14:textId="77777777" w:rsidR="00E07CE8" w:rsidRDefault="00E07CE8">
    <w:pPr>
      <w:widowControl/>
      <w:kinsoku/>
      <w:autoSpaceDE w:val="0"/>
      <w:autoSpaceDN w:val="0"/>
      <w:adjustRightInd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3A18E" w14:textId="535189F0" w:rsidR="0076682D" w:rsidRPr="0076682D" w:rsidRDefault="0076682D" w:rsidP="0076682D">
    <w:pPr>
      <w:pStyle w:val="Footer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5A665" w14:textId="77777777" w:rsidR="004C5FC1" w:rsidRDefault="004C5FC1" w:rsidP="00E07CE8">
      <w:r>
        <w:separator/>
      </w:r>
    </w:p>
  </w:footnote>
  <w:footnote w:type="continuationSeparator" w:id="0">
    <w:p w14:paraId="2C7845B5" w14:textId="77777777" w:rsidR="004C5FC1" w:rsidRDefault="004C5FC1" w:rsidP="00E07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F2761"/>
    <w:multiLevelType w:val="hybridMultilevel"/>
    <w:tmpl w:val="CD061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33EC4"/>
    <w:multiLevelType w:val="hybridMultilevel"/>
    <w:tmpl w:val="61046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97E31"/>
    <w:multiLevelType w:val="hybridMultilevel"/>
    <w:tmpl w:val="0652F1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8346A"/>
    <w:multiLevelType w:val="hybridMultilevel"/>
    <w:tmpl w:val="0D48E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923D57"/>
    <w:multiLevelType w:val="hybridMultilevel"/>
    <w:tmpl w:val="0B806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31C37"/>
    <w:multiLevelType w:val="hybridMultilevel"/>
    <w:tmpl w:val="36F49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990759">
    <w:abstractNumId w:val="2"/>
  </w:num>
  <w:num w:numId="2" w16cid:durableId="1739355584">
    <w:abstractNumId w:val="0"/>
  </w:num>
  <w:num w:numId="3" w16cid:durableId="587614667">
    <w:abstractNumId w:val="3"/>
  </w:num>
  <w:num w:numId="4" w16cid:durableId="1237351750">
    <w:abstractNumId w:val="5"/>
  </w:num>
  <w:num w:numId="5" w16cid:durableId="1533112949">
    <w:abstractNumId w:val="4"/>
  </w:num>
  <w:num w:numId="6" w16cid:durableId="671949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E2B"/>
    <w:rsid w:val="000018B7"/>
    <w:rsid w:val="00015A43"/>
    <w:rsid w:val="000340B6"/>
    <w:rsid w:val="00034BBF"/>
    <w:rsid w:val="00051E31"/>
    <w:rsid w:val="00060792"/>
    <w:rsid w:val="00063C6D"/>
    <w:rsid w:val="00075F8F"/>
    <w:rsid w:val="0008013A"/>
    <w:rsid w:val="000822AB"/>
    <w:rsid w:val="00097884"/>
    <w:rsid w:val="000E33B4"/>
    <w:rsid w:val="00125450"/>
    <w:rsid w:val="00141428"/>
    <w:rsid w:val="00152B5D"/>
    <w:rsid w:val="001613C6"/>
    <w:rsid w:val="00162711"/>
    <w:rsid w:val="0016531E"/>
    <w:rsid w:val="00177C8B"/>
    <w:rsid w:val="00180F1A"/>
    <w:rsid w:val="001B310B"/>
    <w:rsid w:val="001E1D7B"/>
    <w:rsid w:val="001F0ADC"/>
    <w:rsid w:val="001F34ED"/>
    <w:rsid w:val="002254DD"/>
    <w:rsid w:val="00232AC3"/>
    <w:rsid w:val="002520F5"/>
    <w:rsid w:val="0027041E"/>
    <w:rsid w:val="00272E08"/>
    <w:rsid w:val="002941A3"/>
    <w:rsid w:val="002E4C5E"/>
    <w:rsid w:val="002E6720"/>
    <w:rsid w:val="00316710"/>
    <w:rsid w:val="003253BE"/>
    <w:rsid w:val="0033603A"/>
    <w:rsid w:val="0036108A"/>
    <w:rsid w:val="003679CC"/>
    <w:rsid w:val="00367CA8"/>
    <w:rsid w:val="00384516"/>
    <w:rsid w:val="003B7291"/>
    <w:rsid w:val="003C0B5E"/>
    <w:rsid w:val="003F0B79"/>
    <w:rsid w:val="0040227B"/>
    <w:rsid w:val="00415182"/>
    <w:rsid w:val="00417973"/>
    <w:rsid w:val="0042005C"/>
    <w:rsid w:val="00423AC9"/>
    <w:rsid w:val="00432A99"/>
    <w:rsid w:val="00445DE8"/>
    <w:rsid w:val="00445E2B"/>
    <w:rsid w:val="00451318"/>
    <w:rsid w:val="00466DF2"/>
    <w:rsid w:val="00486A76"/>
    <w:rsid w:val="004A3B00"/>
    <w:rsid w:val="004C5FC1"/>
    <w:rsid w:val="004D472D"/>
    <w:rsid w:val="004D652D"/>
    <w:rsid w:val="004D7492"/>
    <w:rsid w:val="004F5A4C"/>
    <w:rsid w:val="00522E4D"/>
    <w:rsid w:val="005309F6"/>
    <w:rsid w:val="00547090"/>
    <w:rsid w:val="005504DE"/>
    <w:rsid w:val="00553D8B"/>
    <w:rsid w:val="005D50FE"/>
    <w:rsid w:val="005D6102"/>
    <w:rsid w:val="005F2639"/>
    <w:rsid w:val="006045E1"/>
    <w:rsid w:val="00613625"/>
    <w:rsid w:val="00622D0C"/>
    <w:rsid w:val="0063150A"/>
    <w:rsid w:val="0064050B"/>
    <w:rsid w:val="006649BC"/>
    <w:rsid w:val="006805F1"/>
    <w:rsid w:val="00691694"/>
    <w:rsid w:val="006A6B11"/>
    <w:rsid w:val="006B3A8D"/>
    <w:rsid w:val="006B6F0C"/>
    <w:rsid w:val="006C5275"/>
    <w:rsid w:val="006D43E2"/>
    <w:rsid w:val="006E3F09"/>
    <w:rsid w:val="006E7E8A"/>
    <w:rsid w:val="00701CB5"/>
    <w:rsid w:val="0073558A"/>
    <w:rsid w:val="00751564"/>
    <w:rsid w:val="0076047D"/>
    <w:rsid w:val="0076682D"/>
    <w:rsid w:val="007924AF"/>
    <w:rsid w:val="007C4BDC"/>
    <w:rsid w:val="007C6445"/>
    <w:rsid w:val="007D1E77"/>
    <w:rsid w:val="007F155C"/>
    <w:rsid w:val="00830CD7"/>
    <w:rsid w:val="00875AD0"/>
    <w:rsid w:val="00886762"/>
    <w:rsid w:val="008A0C62"/>
    <w:rsid w:val="008A3F87"/>
    <w:rsid w:val="008A6441"/>
    <w:rsid w:val="008F22CA"/>
    <w:rsid w:val="00925C30"/>
    <w:rsid w:val="00941469"/>
    <w:rsid w:val="00960E1D"/>
    <w:rsid w:val="009822F6"/>
    <w:rsid w:val="00990FEA"/>
    <w:rsid w:val="009A4E78"/>
    <w:rsid w:val="009B1FF5"/>
    <w:rsid w:val="009C7EB5"/>
    <w:rsid w:val="009D54E5"/>
    <w:rsid w:val="009F7511"/>
    <w:rsid w:val="00A02D6C"/>
    <w:rsid w:val="00A21578"/>
    <w:rsid w:val="00A341B9"/>
    <w:rsid w:val="00A4626D"/>
    <w:rsid w:val="00A937B7"/>
    <w:rsid w:val="00B0039A"/>
    <w:rsid w:val="00B00983"/>
    <w:rsid w:val="00B11BE1"/>
    <w:rsid w:val="00B25BF8"/>
    <w:rsid w:val="00B44E8B"/>
    <w:rsid w:val="00B539ED"/>
    <w:rsid w:val="00B62751"/>
    <w:rsid w:val="00B77697"/>
    <w:rsid w:val="00BC32E9"/>
    <w:rsid w:val="00BC3336"/>
    <w:rsid w:val="00BC680B"/>
    <w:rsid w:val="00BD6D83"/>
    <w:rsid w:val="00BF71A2"/>
    <w:rsid w:val="00C135A6"/>
    <w:rsid w:val="00C152E4"/>
    <w:rsid w:val="00C33E1C"/>
    <w:rsid w:val="00C72446"/>
    <w:rsid w:val="00C74479"/>
    <w:rsid w:val="00C77245"/>
    <w:rsid w:val="00C87DAF"/>
    <w:rsid w:val="00CA4FA3"/>
    <w:rsid w:val="00CA594D"/>
    <w:rsid w:val="00CF5560"/>
    <w:rsid w:val="00D1343F"/>
    <w:rsid w:val="00D15A41"/>
    <w:rsid w:val="00D324FB"/>
    <w:rsid w:val="00D450AB"/>
    <w:rsid w:val="00D51BA1"/>
    <w:rsid w:val="00D64665"/>
    <w:rsid w:val="00D652AD"/>
    <w:rsid w:val="00DA772C"/>
    <w:rsid w:val="00DB1AA0"/>
    <w:rsid w:val="00DC0D2E"/>
    <w:rsid w:val="00DE396C"/>
    <w:rsid w:val="00DF389E"/>
    <w:rsid w:val="00E02540"/>
    <w:rsid w:val="00E07CE8"/>
    <w:rsid w:val="00E13578"/>
    <w:rsid w:val="00E63B77"/>
    <w:rsid w:val="00E63FC6"/>
    <w:rsid w:val="00E84776"/>
    <w:rsid w:val="00EA0BBF"/>
    <w:rsid w:val="00EE312D"/>
    <w:rsid w:val="00F260AE"/>
    <w:rsid w:val="00F47172"/>
    <w:rsid w:val="00F61ACF"/>
    <w:rsid w:val="00F757C9"/>
    <w:rsid w:val="00F9056D"/>
    <w:rsid w:val="00FE276B"/>
    <w:rsid w:val="00FE38D3"/>
    <w:rsid w:val="00FF2E7F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84AC65"/>
  <w15:docId w15:val="{A4E8E9DC-FFF0-42AC-A7F9-A4B6A807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71A2"/>
    <w:pPr>
      <w:widowControl w:val="0"/>
      <w:kinsoku w:val="0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F75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3F09"/>
    <w:pPr>
      <w:tabs>
        <w:tab w:val="center" w:pos="4320"/>
        <w:tab w:val="right" w:pos="8640"/>
      </w:tabs>
      <w:kinsoku/>
      <w:autoSpaceDE w:val="0"/>
      <w:autoSpaceDN w:val="0"/>
    </w:pPr>
  </w:style>
  <w:style w:type="character" w:customStyle="1" w:styleId="HeaderChar">
    <w:name w:val="Header Char"/>
    <w:basedOn w:val="DefaultParagraphFont"/>
    <w:link w:val="Header"/>
    <w:uiPriority w:val="99"/>
    <w:rsid w:val="006E3F09"/>
    <w:rPr>
      <w:sz w:val="24"/>
      <w:szCs w:val="24"/>
    </w:rPr>
  </w:style>
  <w:style w:type="paragraph" w:styleId="Footer">
    <w:name w:val="footer"/>
    <w:basedOn w:val="Normal"/>
    <w:link w:val="FooterChar"/>
    <w:rsid w:val="006E3F09"/>
    <w:pPr>
      <w:tabs>
        <w:tab w:val="center" w:pos="4680"/>
        <w:tab w:val="right" w:pos="9360"/>
      </w:tabs>
      <w:kinsoku/>
      <w:autoSpaceDE w:val="0"/>
      <w:autoSpaceDN w:val="0"/>
    </w:pPr>
  </w:style>
  <w:style w:type="character" w:customStyle="1" w:styleId="FooterChar">
    <w:name w:val="Footer Char"/>
    <w:basedOn w:val="DefaultParagraphFont"/>
    <w:link w:val="Footer"/>
    <w:rsid w:val="006E3F09"/>
    <w:rPr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2545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254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25450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254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25450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1254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25450"/>
    <w:rPr>
      <w:rFonts w:ascii="Segoe UI" w:hAnsi="Segoe UI" w:cs="Segoe UI"/>
      <w:sz w:val="18"/>
      <w:szCs w:val="18"/>
    </w:rPr>
  </w:style>
  <w:style w:type="paragraph" w:customStyle="1" w:styleId="Header1">
    <w:name w:val="Header1"/>
    <w:basedOn w:val="Heading2"/>
    <w:qFormat/>
    <w:rsid w:val="009F7511"/>
    <w:pPr>
      <w:widowControl/>
      <w:kinsoku/>
      <w:spacing w:before="0"/>
    </w:pPr>
    <w:rPr>
      <w:rFonts w:ascii="Times New Roman" w:eastAsia="Times New Roman" w:hAnsi="Times New Roman" w:cs="Arial"/>
      <w:b/>
      <w:iCs/>
      <w:color w:val="auto"/>
      <w:kern w:val="32"/>
      <w:sz w:val="28"/>
      <w:szCs w:val="28"/>
    </w:rPr>
  </w:style>
  <w:style w:type="paragraph" w:customStyle="1" w:styleId="Header2">
    <w:name w:val="Header2"/>
    <w:basedOn w:val="Normal"/>
    <w:qFormat/>
    <w:rsid w:val="009F7511"/>
    <w:pPr>
      <w:widowControl/>
      <w:tabs>
        <w:tab w:val="left" w:pos="720"/>
        <w:tab w:val="left" w:pos="1440"/>
        <w:tab w:val="left" w:pos="2160"/>
        <w:tab w:val="left" w:pos="2880"/>
      </w:tabs>
      <w:kinsoku/>
    </w:pPr>
    <w:rPr>
      <w:rFonts w:ascii="Arial" w:hAnsi="Arial" w:cs="Arial"/>
      <w:b/>
      <w:iCs/>
      <w:sz w:val="20"/>
      <w:szCs w:val="20"/>
    </w:rPr>
  </w:style>
  <w:style w:type="paragraph" w:customStyle="1" w:styleId="Body1">
    <w:name w:val="Body1"/>
    <w:basedOn w:val="Normal"/>
    <w:qFormat/>
    <w:rsid w:val="009F7511"/>
    <w:pPr>
      <w:widowControl/>
      <w:tabs>
        <w:tab w:val="left" w:pos="720"/>
        <w:tab w:val="left" w:pos="1440"/>
        <w:tab w:val="left" w:pos="2160"/>
        <w:tab w:val="left" w:pos="2880"/>
      </w:tabs>
      <w:kinsoku/>
      <w:outlineLvl w:val="0"/>
    </w:pPr>
    <w:rPr>
      <w:rFonts w:ascii="Arial" w:hAnsi="Arial" w:cs="Arial"/>
      <w:iCs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F75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Spacing">
    <w:name w:val="No Spacing"/>
    <w:uiPriority w:val="1"/>
    <w:qFormat/>
    <w:rsid w:val="00BC3336"/>
    <w:pPr>
      <w:widowControl w:val="0"/>
      <w:kinsoku w:val="0"/>
    </w:pPr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7E8A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6E7E8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C135A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C680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B62751"/>
    <w:rPr>
      <w:color w:val="605E5C"/>
      <w:shd w:val="clear" w:color="auto" w:fill="E1DFDD"/>
    </w:rPr>
  </w:style>
  <w:style w:type="table" w:styleId="TableGrid">
    <w:name w:val="Table Grid"/>
    <w:basedOn w:val="TableNormal"/>
    <w:rsid w:val="0073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2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GeneralTemplates\CSR\Drug%20Recon%20Request%20Form-v2.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4132EC4E6614282C430EBF00B28E3" ma:contentTypeVersion="1" ma:contentTypeDescription="Create a new document." ma:contentTypeScope="" ma:versionID="14962518e261be4981ce3941838d460b">
  <xsd:schema xmlns:xsd="http://www.w3.org/2001/XMLSchema" xmlns:xs="http://www.w3.org/2001/XMLSchema" xmlns:p="http://schemas.microsoft.com/office/2006/metadata/properties" xmlns:ns2="4a781332-2a91-46e8-b66b-dbb763f6c5c5" targetNamespace="http://schemas.microsoft.com/office/2006/metadata/properties" ma:root="true" ma:fieldsID="db5ee6942d1d36c0bfd88ab24f1944fb" ns2:_="">
    <xsd:import namespace="4a781332-2a91-46e8-b66b-dbb763f6c5c5"/>
    <xsd:element name="properties">
      <xsd:complexType>
        <xsd:sequence>
          <xsd:element name="documentManagement">
            <xsd:complexType>
              <xsd:all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781332-2a91-46e8-b66b-dbb763f6c5c5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a781332-2a91-46e8-b66b-dbb763f6c5c5">Word Versions</Categor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732FC3-E137-4086-885C-4123E0CFA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781332-2a91-46e8-b66b-dbb763f6c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7F05FA-9FCD-464B-BD18-C70C069F67B9}">
  <ds:schemaRefs>
    <ds:schemaRef ds:uri="http://schemas.microsoft.com/office/2006/metadata/properties"/>
    <ds:schemaRef ds:uri="http://schemas.microsoft.com/office/infopath/2007/PartnerControls"/>
    <ds:schemaRef ds:uri="4a781332-2a91-46e8-b66b-dbb763f6c5c5"/>
  </ds:schemaRefs>
</ds:datastoreItem>
</file>

<file path=customXml/itemProps3.xml><?xml version="1.0" encoding="utf-8"?>
<ds:datastoreItem xmlns:ds="http://schemas.openxmlformats.org/officeDocument/2006/customXml" ds:itemID="{22177501-98CC-460C-A891-8BF5B0C9E6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A5311B-B2CA-4C05-AA5A-3F28FC7D37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Drug Recon Request Form-v2.0</Template>
  <TotalTime>0</TotalTime>
  <Pages>2</Pages>
  <Words>529</Words>
  <Characters>3112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Isaac</dc:creator>
  <cp:keywords/>
  <dc:description/>
  <cp:lastModifiedBy>Mccormick, Jennifer (CMS/CM)</cp:lastModifiedBy>
  <cp:revision>2</cp:revision>
  <dcterms:created xsi:type="dcterms:W3CDTF">2024-12-12T12:53:00Z</dcterms:created>
  <dcterms:modified xsi:type="dcterms:W3CDTF">2024-12-12T12:53:00Z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0x01010036D4132EC4E6614282C430EBF00B28E3</vt:lpwstr>
  </property>
</Properties>
</file>